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975"/>
      </w:tblGrid>
      <w:tr w:rsidR="00DB47B0" w:rsidRPr="00E27DCF" w14:paraId="3F6D8A0D" w14:textId="77777777" w:rsidTr="00AC4AFD">
        <w:trPr>
          <w:trHeight w:val="1137"/>
        </w:trPr>
        <w:tc>
          <w:tcPr>
            <w:tcW w:w="10975" w:type="dxa"/>
          </w:tcPr>
          <w:p w14:paraId="04AB213A" w14:textId="1FEB0004" w:rsidR="00DB47B0" w:rsidRDefault="001E7345" w:rsidP="005E5AE2">
            <w:pPr>
              <w:spacing w:line="0" w:lineRule="atLeast"/>
              <w:ind w:right="-80"/>
              <w:jc w:val="left"/>
              <w:rPr>
                <w:b/>
                <w:sz w:val="28"/>
              </w:rPr>
            </w:pPr>
            <w:r w:rsidRPr="001E7345">
              <w:rPr>
                <w:rFonts w:hint="eastAsia"/>
                <w:b/>
                <w:sz w:val="28"/>
              </w:rPr>
              <w:t>国際</w:t>
            </w:r>
            <w:bookmarkStart w:id="0" w:name="_GoBack"/>
            <w:bookmarkEnd w:id="0"/>
            <w:r w:rsidRPr="001E7345">
              <w:rPr>
                <w:rFonts w:hint="eastAsia"/>
                <w:b/>
                <w:sz w:val="28"/>
              </w:rPr>
              <w:t>会議</w:t>
            </w:r>
            <w:r>
              <w:rPr>
                <w:rFonts w:hint="eastAsia"/>
                <w:b/>
                <w:sz w:val="28"/>
              </w:rPr>
              <w:t>開催</w:t>
            </w:r>
            <w:r w:rsidR="00DB47B0">
              <w:rPr>
                <w:rFonts w:hint="eastAsia"/>
                <w:b/>
                <w:sz w:val="28"/>
              </w:rPr>
              <w:t>支援補助金を</w:t>
            </w:r>
            <w:r w:rsidR="00DB47B0" w:rsidRPr="00566666">
              <w:rPr>
                <w:rFonts w:hint="eastAsia"/>
                <w:b/>
                <w:sz w:val="28"/>
              </w:rPr>
              <w:t>活用</w:t>
            </w:r>
            <w:r w:rsidR="00DB47B0">
              <w:rPr>
                <w:rFonts w:hint="eastAsia"/>
                <w:b/>
                <w:sz w:val="28"/>
              </w:rPr>
              <w:t>された主催者様へ</w:t>
            </w:r>
          </w:p>
          <w:p w14:paraId="3426613F" w14:textId="43BA3D0F" w:rsidR="00DB47B0" w:rsidRPr="00E27DCF" w:rsidRDefault="00DB47B0" w:rsidP="005E5AE2">
            <w:pPr>
              <w:spacing w:line="0" w:lineRule="atLeast"/>
              <w:ind w:right="200" w:firstLineChars="1400" w:firstLine="3920"/>
              <w:jc w:val="right"/>
              <w:rPr>
                <w:rFonts w:asciiTheme="minorEastAsia" w:hAnsiTheme="minorEastAsia" w:cstheme="minorEastAsia"/>
                <w:b/>
                <w:sz w:val="28"/>
              </w:rPr>
            </w:pPr>
            <w:r>
              <w:rPr>
                <w:rFonts w:asciiTheme="minorEastAsia" w:hAnsiTheme="minorEastAsia" w:cstheme="minorEastAsia" w:hint="eastAsia"/>
                <w:b/>
                <w:sz w:val="28"/>
              </w:rPr>
              <w:t>アンケート調査のお願い</w:t>
            </w:r>
            <w:r w:rsidRPr="00F6717F">
              <w:rPr>
                <w:rFonts w:asciiTheme="minorEastAsia" w:hAnsiTheme="minorEastAsia" w:cstheme="minorEastAsia" w:hint="eastAsia"/>
                <w:b/>
                <w:sz w:val="28"/>
              </w:rPr>
              <w:t xml:space="preserve">　　</w:t>
            </w:r>
          </w:p>
        </w:tc>
      </w:tr>
    </w:tbl>
    <w:p w14:paraId="28E533F5" w14:textId="11C281AF" w:rsidR="003A32B2" w:rsidRDefault="00BA7B1D" w:rsidP="00A3390D">
      <w:pPr>
        <w:spacing w:beforeLines="20" w:before="72" w:line="240" w:lineRule="exact"/>
        <w:jc w:val="left"/>
        <w:rPr>
          <w:sz w:val="22"/>
        </w:rPr>
      </w:pPr>
      <w:r w:rsidRPr="00E27DCF">
        <w:rPr>
          <w:rFonts w:asciiTheme="minorEastAsia" w:hAnsiTheme="minorEastAsia" w:cstheme="minorEastAsia"/>
          <w:b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70527" behindDoc="1" locked="0" layoutInCell="1" allowOverlap="1" wp14:anchorId="6855D83B" wp14:editId="50A38CC4">
                <wp:simplePos x="0" y="0"/>
                <wp:positionH relativeFrom="column">
                  <wp:posOffset>73660</wp:posOffset>
                </wp:positionH>
                <wp:positionV relativeFrom="paragraph">
                  <wp:posOffset>-338455</wp:posOffset>
                </wp:positionV>
                <wp:extent cx="4019550" cy="3619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6FBCCF" w14:textId="5F80C6E2" w:rsidR="003B78A0" w:rsidRPr="00E27DCF" w:rsidRDefault="003B78A0" w:rsidP="00DB47B0">
                            <w:pPr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＊「</w:t>
                            </w:r>
                            <w:r w:rsidRPr="00E27DCF"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実績報告書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」</w:t>
                            </w:r>
                            <w:r w:rsidRPr="00E27DCF"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と併せてご提出をお願いいたします。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55D8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5.8pt;margin-top:-26.65pt;width:316.5pt;height:28.5pt;z-index:-2516459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" stroked="f">
                <v:textbox>
                  <w:txbxContent>
                    <w:p w14:paraId="276FBCCF" w14:textId="5F80C6E2" w:rsidR="003B78A0" w:rsidRPr="00E27DCF" w:rsidRDefault="003B78A0" w:rsidP="00DB47B0">
                      <w:pPr>
                        <w:rPr>
                          <w:rFonts w:ascii="Meiryo UI" w:eastAsia="Meiryo UI" w:hAnsi="Meiryo UI"/>
                          <w:color w:val="FF000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</w:rPr>
                        <w:t>＊「</w:t>
                      </w:r>
                      <w:r w:rsidRPr="00E27DCF">
                        <w:rPr>
                          <w:rFonts w:ascii="Meiryo UI" w:eastAsia="Meiryo UI" w:hAnsi="Meiryo UI" w:hint="eastAsia"/>
                          <w:color w:val="FF0000"/>
                        </w:rPr>
                        <w:t>実績報告書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</w:rPr>
                        <w:t>」</w:t>
                      </w:r>
                      <w:r w:rsidRPr="00E27DCF">
                        <w:rPr>
                          <w:rFonts w:ascii="Meiryo UI" w:eastAsia="Meiryo UI" w:hAnsi="Meiryo UI" w:hint="eastAsia"/>
                          <w:color w:val="FF0000"/>
                        </w:rPr>
                        <w:t>と併せてご提出をお願いいたします。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C74186">
        <w:rPr>
          <w:rFonts w:hint="eastAsia"/>
          <w:sz w:val="22"/>
        </w:rPr>
        <w:t>今後の運営の参考と</w:t>
      </w:r>
      <w:r w:rsidR="00C454F8" w:rsidRPr="007F3CD0">
        <w:rPr>
          <w:rFonts w:hint="eastAsia"/>
          <w:sz w:val="22"/>
        </w:rPr>
        <w:t>させていただきますので、アンケート</w:t>
      </w:r>
      <w:r w:rsidR="00614B8F">
        <w:rPr>
          <w:rFonts w:hint="eastAsia"/>
          <w:sz w:val="22"/>
        </w:rPr>
        <w:t>調査</w:t>
      </w:r>
      <w:r w:rsidR="00C74186">
        <w:rPr>
          <w:rFonts w:hint="eastAsia"/>
          <w:sz w:val="22"/>
        </w:rPr>
        <w:t>へのご協力をお願い</w:t>
      </w:r>
      <w:r w:rsidR="00C454F8" w:rsidRPr="007F3CD0">
        <w:rPr>
          <w:rFonts w:hint="eastAsia"/>
          <w:sz w:val="22"/>
        </w:rPr>
        <w:t>します。</w:t>
      </w:r>
    </w:p>
    <w:p w14:paraId="1FE76396" w14:textId="183A1DC3" w:rsidR="00957835" w:rsidRPr="007A08DB" w:rsidRDefault="007A08DB" w:rsidP="00CB78AD">
      <w:pPr>
        <w:spacing w:beforeLines="50" w:before="180" w:line="240" w:lineRule="exact"/>
        <w:jc w:val="center"/>
        <w:rPr>
          <w:b/>
          <w:u w:val="double"/>
        </w:rPr>
      </w:pPr>
      <w:r>
        <w:rPr>
          <w:rFonts w:hint="eastAsia"/>
          <w:b/>
          <w:u w:val="double"/>
        </w:rPr>
        <w:t>※</w:t>
      </w:r>
      <w:r w:rsidR="00B971CF">
        <w:rPr>
          <w:rFonts w:hint="eastAsia"/>
          <w:b/>
          <w:u w:val="double"/>
        </w:rPr>
        <w:t xml:space="preserve"> </w:t>
      </w:r>
      <w:r w:rsidR="00761E7F" w:rsidRPr="007A08DB">
        <w:rPr>
          <w:rFonts w:hint="eastAsia"/>
          <w:b/>
          <w:u w:val="double"/>
        </w:rPr>
        <w:t>当てはまる番号を○</w:t>
      </w:r>
      <w:r w:rsidRPr="007A08DB">
        <w:rPr>
          <w:rFonts w:hint="eastAsia"/>
          <w:b/>
          <w:u w:val="double"/>
        </w:rPr>
        <w:t>印</w:t>
      </w:r>
      <w:r w:rsidR="00761E7F" w:rsidRPr="007A08DB">
        <w:rPr>
          <w:rFonts w:hint="eastAsia"/>
          <w:b/>
          <w:u w:val="double"/>
        </w:rPr>
        <w:t>で囲むか、カッコ内には適切な回答をご記入</w:t>
      </w:r>
      <w:r w:rsidR="00957835" w:rsidRPr="007A08DB">
        <w:rPr>
          <w:rFonts w:hint="eastAsia"/>
          <w:b/>
          <w:u w:val="double"/>
        </w:rPr>
        <w:t>ください。</w:t>
      </w:r>
    </w:p>
    <w:p w14:paraId="713F43AA" w14:textId="07A30D42" w:rsidR="000B4DB1" w:rsidRPr="00137372" w:rsidRDefault="00C140FB" w:rsidP="00CB78AD">
      <w:pPr>
        <w:spacing w:beforeLines="30" w:before="108" w:line="0" w:lineRule="atLeast"/>
        <w:jc w:val="left"/>
        <w:rPr>
          <w:b/>
          <w:sz w:val="24"/>
          <w:szCs w:val="24"/>
        </w:rPr>
      </w:pPr>
      <w:r w:rsidRPr="00137372">
        <w:rPr>
          <w:rFonts w:hint="eastAsia"/>
          <w:b/>
          <w:sz w:val="24"/>
          <w:szCs w:val="24"/>
        </w:rPr>
        <w:t>◆問１◆</w:t>
      </w:r>
      <w:r w:rsidR="003C5D23">
        <w:rPr>
          <w:rFonts w:hint="eastAsia"/>
          <w:b/>
          <w:sz w:val="24"/>
          <w:szCs w:val="24"/>
        </w:rPr>
        <w:t xml:space="preserve"> </w:t>
      </w:r>
      <w:r w:rsidR="00DB47B0">
        <w:rPr>
          <w:rFonts w:hint="eastAsia"/>
          <w:b/>
          <w:sz w:val="24"/>
          <w:szCs w:val="24"/>
        </w:rPr>
        <w:t>補助金について</w:t>
      </w:r>
      <w:r w:rsidR="00BE6FE9">
        <w:rPr>
          <w:rFonts w:hint="eastAsia"/>
          <w:b/>
          <w:sz w:val="24"/>
          <w:szCs w:val="24"/>
        </w:rPr>
        <w:t>どのように</w:t>
      </w:r>
      <w:r w:rsidR="00DB47B0">
        <w:rPr>
          <w:rFonts w:hint="eastAsia"/>
          <w:b/>
          <w:sz w:val="24"/>
          <w:szCs w:val="24"/>
        </w:rPr>
        <w:t>知りましたか</w:t>
      </w:r>
    </w:p>
    <w:p w14:paraId="7DC69430" w14:textId="4D344AB3" w:rsidR="005E5AE2" w:rsidRDefault="005E5AE2" w:rsidP="005E5AE2">
      <w:pPr>
        <w:spacing w:line="0" w:lineRule="atLeast"/>
        <w:ind w:firstLineChars="500" w:firstLine="1100"/>
        <w:jc w:val="left"/>
        <w:rPr>
          <w:sz w:val="22"/>
        </w:rPr>
      </w:pPr>
      <w:r>
        <w:rPr>
          <w:rFonts w:hint="eastAsia"/>
          <w:sz w:val="22"/>
        </w:rPr>
        <w:t>①</w:t>
      </w:r>
      <w:r w:rsidR="0065074D">
        <w:rPr>
          <w:rFonts w:hint="eastAsia"/>
          <w:sz w:val="22"/>
        </w:rPr>
        <w:t>協会等</w:t>
      </w:r>
      <w:r>
        <w:rPr>
          <w:rFonts w:hint="eastAsia"/>
          <w:sz w:val="22"/>
        </w:rPr>
        <w:t>のホームページ　　　②他の団体等からの口コミ　　　③旅行会社からのご紹介</w:t>
      </w:r>
    </w:p>
    <w:p w14:paraId="6751A700" w14:textId="4F53CC20" w:rsidR="00827F5B" w:rsidRDefault="005E5AE2" w:rsidP="003A32B2">
      <w:pPr>
        <w:spacing w:line="0" w:lineRule="atLeast"/>
        <w:ind w:firstLineChars="500" w:firstLine="1100"/>
        <w:jc w:val="left"/>
        <w:rPr>
          <w:sz w:val="22"/>
        </w:rPr>
      </w:pPr>
      <w:r>
        <w:rPr>
          <w:rFonts w:hint="eastAsia"/>
          <w:sz w:val="22"/>
        </w:rPr>
        <w:t>④</w:t>
      </w:r>
      <w:r w:rsidR="001E7345">
        <w:rPr>
          <w:rFonts w:hint="eastAsia"/>
          <w:sz w:val="22"/>
        </w:rPr>
        <w:t>市や協会</w:t>
      </w:r>
      <w:r w:rsidR="0065074D">
        <w:rPr>
          <w:rFonts w:hint="eastAsia"/>
          <w:sz w:val="22"/>
        </w:rPr>
        <w:t>関係</w:t>
      </w:r>
      <w:r>
        <w:rPr>
          <w:rFonts w:hint="eastAsia"/>
          <w:sz w:val="22"/>
        </w:rPr>
        <w:t>職員からのご案内　　⑤その他（</w:t>
      </w:r>
      <w:r w:rsidR="0072652E">
        <w:rPr>
          <w:rFonts w:hint="eastAsia"/>
          <w:sz w:val="22"/>
        </w:rPr>
        <w:t xml:space="preserve"> </w:t>
      </w:r>
      <w:r w:rsidR="00314DAA">
        <w:rPr>
          <w:rFonts w:hint="eastAsia"/>
          <w:sz w:val="22"/>
        </w:rPr>
        <w:t xml:space="preserve">　　　　　　　　　　　　　　　　　　　</w:t>
      </w:r>
      <w:r w:rsidR="0072652E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）</w:t>
      </w:r>
    </w:p>
    <w:p w14:paraId="41B1244E" w14:textId="77777777" w:rsidR="00003039" w:rsidRPr="001E7345" w:rsidRDefault="00003039" w:rsidP="00003039">
      <w:pPr>
        <w:spacing w:line="0" w:lineRule="atLeast"/>
        <w:jc w:val="left"/>
        <w:rPr>
          <w:sz w:val="22"/>
        </w:rPr>
      </w:pPr>
    </w:p>
    <w:p w14:paraId="72B39CDD" w14:textId="57DCEC20" w:rsidR="00930E33" w:rsidRPr="00137372" w:rsidRDefault="00930E33" w:rsidP="00930E33">
      <w:pPr>
        <w:spacing w:line="0" w:lineRule="atLeast"/>
        <w:jc w:val="left"/>
        <w:rPr>
          <w:b/>
          <w:sz w:val="24"/>
          <w:szCs w:val="24"/>
        </w:rPr>
      </w:pPr>
      <w:r w:rsidRPr="00137372">
        <w:rPr>
          <w:rFonts w:hint="eastAsia"/>
          <w:b/>
          <w:sz w:val="24"/>
          <w:szCs w:val="24"/>
        </w:rPr>
        <w:t>◆問</w:t>
      </w:r>
      <w:r w:rsidR="00F53462">
        <w:rPr>
          <w:rFonts w:hint="eastAsia"/>
          <w:b/>
          <w:sz w:val="24"/>
          <w:szCs w:val="24"/>
        </w:rPr>
        <w:t>２</w:t>
      </w:r>
      <w:r w:rsidRPr="00137372">
        <w:rPr>
          <w:rFonts w:hint="eastAsia"/>
          <w:b/>
          <w:sz w:val="24"/>
          <w:szCs w:val="24"/>
        </w:rPr>
        <w:t>◆</w:t>
      </w:r>
      <w:r w:rsidR="003C5D23">
        <w:rPr>
          <w:rFonts w:hint="eastAsia"/>
          <w:b/>
          <w:sz w:val="24"/>
          <w:szCs w:val="24"/>
        </w:rPr>
        <w:t xml:space="preserve"> </w:t>
      </w:r>
      <w:r w:rsidR="00847B64">
        <w:rPr>
          <w:rFonts w:hint="eastAsia"/>
          <w:b/>
          <w:sz w:val="24"/>
          <w:szCs w:val="24"/>
        </w:rPr>
        <w:t>横須賀</w:t>
      </w:r>
      <w:r w:rsidR="005E5AE2">
        <w:rPr>
          <w:rFonts w:hint="eastAsia"/>
          <w:b/>
          <w:sz w:val="24"/>
          <w:szCs w:val="24"/>
        </w:rPr>
        <w:t>市で</w:t>
      </w:r>
      <w:r w:rsidR="000F69BF">
        <w:rPr>
          <w:rFonts w:hint="eastAsia"/>
          <w:b/>
          <w:sz w:val="24"/>
          <w:szCs w:val="24"/>
        </w:rPr>
        <w:t>の</w:t>
      </w:r>
      <w:r w:rsidR="005E5AE2">
        <w:rPr>
          <w:rFonts w:hint="eastAsia"/>
          <w:b/>
          <w:sz w:val="24"/>
          <w:szCs w:val="24"/>
        </w:rPr>
        <w:t>開催</w:t>
      </w:r>
      <w:r w:rsidR="00873627" w:rsidRPr="00137372">
        <w:rPr>
          <w:rFonts w:hint="eastAsia"/>
          <w:b/>
          <w:sz w:val="24"/>
          <w:szCs w:val="24"/>
        </w:rPr>
        <w:t>は</w:t>
      </w:r>
      <w:r w:rsidR="00BD0BDF">
        <w:rPr>
          <w:rFonts w:hint="eastAsia"/>
          <w:b/>
          <w:sz w:val="24"/>
          <w:szCs w:val="24"/>
        </w:rPr>
        <w:t>今回で</w:t>
      </w:r>
      <w:r w:rsidR="00873627" w:rsidRPr="00137372">
        <w:rPr>
          <w:rFonts w:hint="eastAsia"/>
          <w:b/>
          <w:sz w:val="24"/>
          <w:szCs w:val="24"/>
        </w:rPr>
        <w:t>何回目ですか</w:t>
      </w:r>
    </w:p>
    <w:p w14:paraId="7CDF7A0B" w14:textId="43CAA9DD" w:rsidR="00827F5B" w:rsidRDefault="00873627" w:rsidP="003A32B2">
      <w:pPr>
        <w:spacing w:line="0" w:lineRule="atLeast"/>
        <w:ind w:firstLineChars="500" w:firstLine="1100"/>
        <w:jc w:val="left"/>
        <w:rPr>
          <w:sz w:val="22"/>
        </w:rPr>
      </w:pPr>
      <w:r w:rsidRPr="007F3CD0">
        <w:rPr>
          <w:rFonts w:hint="eastAsia"/>
          <w:sz w:val="22"/>
        </w:rPr>
        <w:t>①今回が初めて　　②２回目　　③３</w:t>
      </w:r>
      <w:r w:rsidR="00B960E7" w:rsidRPr="007F3CD0">
        <w:rPr>
          <w:rFonts w:hint="eastAsia"/>
          <w:sz w:val="22"/>
        </w:rPr>
        <w:t>回目　　④</w:t>
      </w:r>
      <w:r w:rsidR="00E86D34">
        <w:rPr>
          <w:rFonts w:hint="eastAsia"/>
          <w:sz w:val="22"/>
        </w:rPr>
        <w:t>４回目　　⑤</w:t>
      </w:r>
      <w:r w:rsidRPr="007F3CD0">
        <w:rPr>
          <w:rFonts w:hint="eastAsia"/>
          <w:sz w:val="22"/>
        </w:rPr>
        <w:t>５回目以上（</w:t>
      </w:r>
      <w:r w:rsidRPr="007F3CD0">
        <w:rPr>
          <w:rFonts w:hint="eastAsia"/>
          <w:sz w:val="22"/>
        </w:rPr>
        <w:t xml:space="preserve"> ______ </w:t>
      </w:r>
      <w:r w:rsidRPr="007F3CD0">
        <w:rPr>
          <w:rFonts w:hint="eastAsia"/>
          <w:sz w:val="22"/>
        </w:rPr>
        <w:t>回）</w:t>
      </w:r>
    </w:p>
    <w:p w14:paraId="50E361D8" w14:textId="77777777" w:rsidR="00003039" w:rsidRPr="003A32B2" w:rsidRDefault="00003039" w:rsidP="00003039">
      <w:pPr>
        <w:spacing w:line="0" w:lineRule="atLeast"/>
        <w:jc w:val="left"/>
        <w:rPr>
          <w:sz w:val="22"/>
        </w:rPr>
      </w:pPr>
    </w:p>
    <w:p w14:paraId="56944A93" w14:textId="3A607C46" w:rsidR="00B971CF" w:rsidRPr="00137372" w:rsidRDefault="00B971CF" w:rsidP="00B971CF">
      <w:pPr>
        <w:spacing w:line="0" w:lineRule="atLeast"/>
        <w:jc w:val="left"/>
        <w:rPr>
          <w:b/>
          <w:sz w:val="24"/>
          <w:szCs w:val="24"/>
        </w:rPr>
      </w:pPr>
      <w:r w:rsidRPr="00137372">
        <w:rPr>
          <w:rFonts w:hint="eastAsia"/>
          <w:b/>
          <w:sz w:val="24"/>
          <w:szCs w:val="24"/>
        </w:rPr>
        <w:t>◆問</w:t>
      </w:r>
      <w:r>
        <w:rPr>
          <w:rFonts w:hint="eastAsia"/>
          <w:b/>
          <w:sz w:val="24"/>
          <w:szCs w:val="24"/>
        </w:rPr>
        <w:t>３</w:t>
      </w:r>
      <w:r w:rsidRPr="00137372">
        <w:rPr>
          <w:rFonts w:hint="eastAsia"/>
          <w:b/>
          <w:sz w:val="24"/>
          <w:szCs w:val="24"/>
        </w:rPr>
        <w:t>◆</w:t>
      </w:r>
      <w:r w:rsidR="003C5D23"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開催地として横須賀市を選んでいただいた理由は何ですか</w:t>
      </w:r>
    </w:p>
    <w:p w14:paraId="4F64AD41" w14:textId="76A0DF58" w:rsidR="004C0DA7" w:rsidRDefault="00B971CF" w:rsidP="004C0DA7">
      <w:pPr>
        <w:spacing w:line="0" w:lineRule="atLeast"/>
        <w:ind w:rightChars="-95" w:right="-199" w:firstLineChars="500" w:firstLine="1100"/>
        <w:jc w:val="left"/>
        <w:rPr>
          <w:sz w:val="22"/>
        </w:rPr>
      </w:pPr>
      <w:r w:rsidRPr="007F3CD0">
        <w:rPr>
          <w:rFonts w:hint="eastAsia"/>
          <w:sz w:val="22"/>
        </w:rPr>
        <w:t>①</w:t>
      </w:r>
      <w:r>
        <w:rPr>
          <w:rFonts w:hint="eastAsia"/>
          <w:sz w:val="22"/>
        </w:rPr>
        <w:t xml:space="preserve">例年、横須賀市で開催しているから　　</w:t>
      </w:r>
      <w:r w:rsidR="004C0DA7">
        <w:rPr>
          <w:rFonts w:hint="eastAsia"/>
          <w:sz w:val="22"/>
        </w:rPr>
        <w:t>②補助金があるから　　③</w:t>
      </w:r>
      <w:r w:rsidR="001E7345">
        <w:rPr>
          <w:rFonts w:hint="eastAsia"/>
          <w:sz w:val="22"/>
        </w:rPr>
        <w:t>会議施設</w:t>
      </w:r>
      <w:r w:rsidR="004C0DA7" w:rsidRPr="00314DAA">
        <w:rPr>
          <w:rFonts w:hint="eastAsia"/>
          <w:sz w:val="22"/>
        </w:rPr>
        <w:t>（会場）が魅力的</w:t>
      </w:r>
    </w:p>
    <w:p w14:paraId="11FDBC80" w14:textId="327B7056" w:rsidR="00B971CF" w:rsidRDefault="004C0DA7" w:rsidP="004C0DA7">
      <w:pPr>
        <w:spacing w:line="0" w:lineRule="atLeast"/>
        <w:ind w:rightChars="-162" w:right="-340" w:firstLineChars="500" w:firstLine="1100"/>
        <w:jc w:val="left"/>
        <w:rPr>
          <w:sz w:val="22"/>
        </w:rPr>
      </w:pPr>
      <w:r>
        <w:rPr>
          <w:rFonts w:hint="eastAsia"/>
          <w:sz w:val="22"/>
        </w:rPr>
        <w:t>④</w:t>
      </w:r>
      <w:r w:rsidR="00B971CF">
        <w:rPr>
          <w:rFonts w:hint="eastAsia"/>
          <w:sz w:val="22"/>
        </w:rPr>
        <w:t>アクセスが良いから</w:t>
      </w:r>
      <w:r>
        <w:rPr>
          <w:rFonts w:hint="eastAsia"/>
          <w:sz w:val="22"/>
        </w:rPr>
        <w:t>（⇒どのような交通手段でお越しですか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＿＿＿＿＿＿＿＿＿＿＿＿＿＿＿＿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）</w:t>
      </w:r>
    </w:p>
    <w:p w14:paraId="6BB86464" w14:textId="4491692F" w:rsidR="00B971CF" w:rsidRDefault="00B971CF" w:rsidP="004C0DA7">
      <w:pPr>
        <w:spacing w:line="0" w:lineRule="atLeast"/>
        <w:ind w:rightChars="-162" w:right="-340" w:firstLineChars="500" w:firstLine="1100"/>
        <w:jc w:val="left"/>
        <w:rPr>
          <w:sz w:val="22"/>
        </w:rPr>
      </w:pPr>
      <w:r>
        <w:rPr>
          <w:rFonts w:hint="eastAsia"/>
          <w:sz w:val="22"/>
        </w:rPr>
        <w:t>⑤観光地があるから（行った・行く予定であった施設名・場所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＿＿＿＿＿＿＿＿＿＿＿＿＿＿＿＿</w:t>
      </w:r>
      <w:r w:rsidR="004C0DA7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）</w:t>
      </w:r>
    </w:p>
    <w:p w14:paraId="1BF04991" w14:textId="20EBFF49" w:rsidR="00B971CF" w:rsidRDefault="00B971CF" w:rsidP="00B971CF">
      <w:pPr>
        <w:spacing w:line="0" w:lineRule="atLeast"/>
        <w:ind w:firstLineChars="500" w:firstLine="1100"/>
        <w:jc w:val="left"/>
        <w:rPr>
          <w:sz w:val="22"/>
        </w:rPr>
      </w:pPr>
      <w:r>
        <w:rPr>
          <w:rFonts w:hint="eastAsia"/>
          <w:sz w:val="22"/>
        </w:rPr>
        <w:t>⑥その他（　　　　　　　　　　　　　　　　　　　　　　　　　　　　　　　　　）</w:t>
      </w:r>
    </w:p>
    <w:p w14:paraId="18AD6066" w14:textId="77777777" w:rsidR="00CD0E98" w:rsidRDefault="00CD0E98" w:rsidP="00CD0E98">
      <w:pPr>
        <w:spacing w:line="0" w:lineRule="atLeast"/>
        <w:jc w:val="left"/>
        <w:rPr>
          <w:sz w:val="22"/>
        </w:rPr>
      </w:pPr>
    </w:p>
    <w:p w14:paraId="1A182CB7" w14:textId="2259FB4B" w:rsidR="004C0DA7" w:rsidRPr="00EB0AB8" w:rsidRDefault="005E5AE2" w:rsidP="00B971CF">
      <w:pPr>
        <w:spacing w:line="0" w:lineRule="atLeast"/>
        <w:jc w:val="left"/>
        <w:rPr>
          <w:b/>
          <w:sz w:val="24"/>
          <w:szCs w:val="24"/>
        </w:rPr>
      </w:pPr>
      <w:r w:rsidRPr="00EB0AB8">
        <w:rPr>
          <w:rFonts w:hint="eastAsia"/>
          <w:b/>
          <w:sz w:val="24"/>
          <w:szCs w:val="24"/>
        </w:rPr>
        <w:t>◆問</w:t>
      </w:r>
      <w:r w:rsidR="00CD0E98" w:rsidRPr="00EB0AB8">
        <w:rPr>
          <w:rFonts w:hint="eastAsia"/>
          <w:b/>
          <w:sz w:val="24"/>
          <w:szCs w:val="24"/>
        </w:rPr>
        <w:t>４</w:t>
      </w:r>
      <w:r w:rsidRPr="00EB0AB8">
        <w:rPr>
          <w:rFonts w:hint="eastAsia"/>
          <w:b/>
          <w:sz w:val="24"/>
          <w:szCs w:val="24"/>
        </w:rPr>
        <w:t>◆</w:t>
      </w:r>
      <w:r w:rsidR="003C5D23">
        <w:rPr>
          <w:rFonts w:hint="eastAsia"/>
          <w:b/>
          <w:sz w:val="24"/>
          <w:szCs w:val="24"/>
        </w:rPr>
        <w:t xml:space="preserve"> </w:t>
      </w:r>
      <w:r w:rsidR="00BF002F">
        <w:rPr>
          <w:rFonts w:hint="eastAsia"/>
          <w:b/>
          <w:sz w:val="24"/>
          <w:szCs w:val="24"/>
        </w:rPr>
        <w:t>会議</w:t>
      </w:r>
      <w:r w:rsidR="00D538F7" w:rsidRPr="00EB0AB8">
        <w:rPr>
          <w:rFonts w:hint="eastAsia"/>
          <w:b/>
          <w:sz w:val="24"/>
          <w:szCs w:val="24"/>
        </w:rPr>
        <w:t>施設</w:t>
      </w:r>
      <w:r w:rsidR="008762D3" w:rsidRPr="00EB0AB8">
        <w:rPr>
          <w:rFonts w:hint="eastAsia"/>
          <w:b/>
          <w:sz w:val="24"/>
          <w:szCs w:val="24"/>
        </w:rPr>
        <w:t>（会場）</w:t>
      </w:r>
      <w:r w:rsidR="004C0DA7" w:rsidRPr="00EB0AB8">
        <w:rPr>
          <w:rFonts w:hint="eastAsia"/>
          <w:b/>
          <w:sz w:val="24"/>
          <w:szCs w:val="24"/>
        </w:rPr>
        <w:t>について</w:t>
      </w:r>
    </w:p>
    <w:p w14:paraId="6DF06694" w14:textId="73FFC883" w:rsidR="00B971CF" w:rsidRPr="00EB0AB8" w:rsidRDefault="004C0DA7" w:rsidP="00E806AC">
      <w:pPr>
        <w:spacing w:line="0" w:lineRule="atLeast"/>
        <w:ind w:rightChars="-162" w:right="-340" w:firstLineChars="400" w:firstLine="960"/>
        <w:jc w:val="left"/>
        <w:rPr>
          <w:b/>
          <w:sz w:val="24"/>
          <w:szCs w:val="24"/>
        </w:rPr>
      </w:pPr>
      <w:r w:rsidRPr="00EB0AB8">
        <w:rPr>
          <w:rFonts w:hint="eastAsia"/>
          <w:b/>
          <w:sz w:val="24"/>
          <w:szCs w:val="24"/>
        </w:rPr>
        <w:t>・</w:t>
      </w:r>
      <w:r w:rsidR="00525898" w:rsidRPr="00EB0AB8">
        <w:rPr>
          <w:rFonts w:hint="eastAsia"/>
          <w:b/>
          <w:sz w:val="24"/>
          <w:szCs w:val="24"/>
        </w:rPr>
        <w:t>選ぶときに重視することは何ですか</w:t>
      </w:r>
      <w:r w:rsidR="00C200C6" w:rsidRPr="00EB0AB8">
        <w:rPr>
          <w:rFonts w:hint="eastAsia"/>
          <w:b/>
          <w:sz w:val="24"/>
          <w:szCs w:val="24"/>
        </w:rPr>
        <w:t xml:space="preserve"> </w:t>
      </w:r>
      <w:r w:rsidR="00C200C6" w:rsidRPr="00EB0AB8">
        <w:rPr>
          <w:rFonts w:hint="eastAsia"/>
          <w:b/>
          <w:sz w:val="24"/>
          <w:szCs w:val="24"/>
        </w:rPr>
        <w:t>【例</w:t>
      </w:r>
      <w:r w:rsidR="00CF0A6D" w:rsidRPr="00EB0AB8">
        <w:rPr>
          <w:rFonts w:hint="eastAsia"/>
          <w:b/>
          <w:sz w:val="24"/>
          <w:szCs w:val="24"/>
        </w:rPr>
        <w:t>：</w:t>
      </w:r>
      <w:r w:rsidR="00C200C6" w:rsidRPr="00EB0AB8">
        <w:rPr>
          <w:rFonts w:hint="eastAsia"/>
          <w:b/>
          <w:sz w:val="24"/>
          <w:szCs w:val="24"/>
        </w:rPr>
        <w:t>施設</w:t>
      </w:r>
      <w:r w:rsidR="00CF0A6D" w:rsidRPr="00EB0AB8">
        <w:rPr>
          <w:rFonts w:hint="eastAsia"/>
          <w:b/>
          <w:sz w:val="24"/>
          <w:szCs w:val="24"/>
        </w:rPr>
        <w:t>の整備</w:t>
      </w:r>
      <w:r w:rsidR="00C200C6" w:rsidRPr="00EB0AB8">
        <w:rPr>
          <w:rFonts w:hint="eastAsia"/>
          <w:b/>
          <w:sz w:val="24"/>
          <w:szCs w:val="24"/>
        </w:rPr>
        <w:t>・アクセス・</w:t>
      </w:r>
      <w:r w:rsidR="00CF0A6D" w:rsidRPr="00EB0AB8">
        <w:rPr>
          <w:rFonts w:hint="eastAsia"/>
          <w:b/>
          <w:sz w:val="24"/>
          <w:szCs w:val="24"/>
        </w:rPr>
        <w:t>気候・</w:t>
      </w:r>
      <w:r w:rsidR="00C200C6" w:rsidRPr="00EB0AB8">
        <w:rPr>
          <w:rFonts w:hint="eastAsia"/>
          <w:b/>
          <w:sz w:val="24"/>
          <w:szCs w:val="24"/>
        </w:rPr>
        <w:t>宿泊施設</w:t>
      </w:r>
      <w:r w:rsidR="00CF0A6D" w:rsidRPr="00EB0AB8">
        <w:rPr>
          <w:rFonts w:hint="eastAsia"/>
          <w:b/>
          <w:sz w:val="24"/>
          <w:szCs w:val="24"/>
        </w:rPr>
        <w:t xml:space="preserve"> </w:t>
      </w:r>
      <w:r w:rsidR="00C200C6" w:rsidRPr="00EB0AB8">
        <w:rPr>
          <w:rFonts w:hint="eastAsia"/>
          <w:b/>
          <w:sz w:val="24"/>
          <w:szCs w:val="24"/>
        </w:rPr>
        <w:t>など</w:t>
      </w:r>
      <w:r w:rsidR="00CF0A6D" w:rsidRPr="00EB0AB8">
        <w:rPr>
          <w:rFonts w:hint="eastAsia"/>
          <w:b/>
          <w:sz w:val="24"/>
          <w:szCs w:val="24"/>
        </w:rPr>
        <w:t>】</w:t>
      </w:r>
    </w:p>
    <w:p w14:paraId="286BA71B" w14:textId="05E9CEA5" w:rsidR="00827F5B" w:rsidRPr="00EB0AB8" w:rsidRDefault="00B971CF" w:rsidP="00B971CF">
      <w:pPr>
        <w:spacing w:line="0" w:lineRule="atLeast"/>
        <w:ind w:firstLineChars="500" w:firstLine="1100"/>
        <w:jc w:val="left"/>
        <w:rPr>
          <w:sz w:val="22"/>
        </w:rPr>
      </w:pPr>
      <w:r w:rsidRPr="00EB0AB8">
        <w:rPr>
          <w:rFonts w:hint="eastAsia"/>
          <w:sz w:val="22"/>
        </w:rPr>
        <w:t>（</w:t>
      </w:r>
      <w:r w:rsidRPr="00EB0AB8">
        <w:rPr>
          <w:rFonts w:hint="eastAsia"/>
          <w:sz w:val="22"/>
        </w:rPr>
        <w:t xml:space="preserve"> </w:t>
      </w:r>
      <w:r w:rsidRPr="00EB0AB8">
        <w:rPr>
          <w:rFonts w:hint="eastAsia"/>
          <w:sz w:val="22"/>
        </w:rPr>
        <w:t>＿＿＿＿＿＿＿＿＿＿＿＿＿＿＿＿＿＿＿＿＿＿＿＿＿＿＿＿＿＿＿＿＿＿＿＿＿＿＿＿＿</w:t>
      </w:r>
      <w:r w:rsidRPr="00EB0AB8">
        <w:rPr>
          <w:rFonts w:hint="eastAsia"/>
          <w:sz w:val="22"/>
        </w:rPr>
        <w:t xml:space="preserve"> </w:t>
      </w:r>
      <w:r w:rsidR="0072652E" w:rsidRPr="00EB0AB8">
        <w:rPr>
          <w:rFonts w:hint="eastAsia"/>
          <w:sz w:val="22"/>
        </w:rPr>
        <w:t>）</w:t>
      </w:r>
    </w:p>
    <w:p w14:paraId="75A93DF2" w14:textId="7785E664" w:rsidR="004C0DA7" w:rsidRPr="00EB0AB8" w:rsidRDefault="004C0DA7" w:rsidP="00E806AC">
      <w:pPr>
        <w:spacing w:line="0" w:lineRule="atLeast"/>
        <w:ind w:firstLineChars="400" w:firstLine="960"/>
        <w:jc w:val="left"/>
        <w:rPr>
          <w:b/>
          <w:sz w:val="24"/>
          <w:szCs w:val="24"/>
        </w:rPr>
      </w:pPr>
      <w:r w:rsidRPr="00EB0AB8">
        <w:rPr>
          <w:rFonts w:hint="eastAsia"/>
          <w:b/>
          <w:sz w:val="24"/>
          <w:szCs w:val="24"/>
        </w:rPr>
        <w:t>・今回はどの施設（会場）を利用されましたか</w:t>
      </w:r>
    </w:p>
    <w:p w14:paraId="4A38F895" w14:textId="77777777" w:rsidR="004C0DA7" w:rsidRPr="00EB0AB8" w:rsidRDefault="004C0DA7" w:rsidP="004C0DA7">
      <w:pPr>
        <w:spacing w:line="0" w:lineRule="atLeast"/>
        <w:ind w:firstLineChars="500" w:firstLine="1100"/>
        <w:jc w:val="left"/>
        <w:rPr>
          <w:sz w:val="22"/>
        </w:rPr>
      </w:pPr>
      <w:r w:rsidRPr="00EB0AB8">
        <w:rPr>
          <w:rFonts w:hint="eastAsia"/>
          <w:sz w:val="22"/>
        </w:rPr>
        <w:t>（</w:t>
      </w:r>
      <w:r w:rsidRPr="00EB0AB8">
        <w:rPr>
          <w:rFonts w:hint="eastAsia"/>
          <w:sz w:val="22"/>
        </w:rPr>
        <w:t xml:space="preserve"> </w:t>
      </w:r>
      <w:r w:rsidRPr="00EB0AB8">
        <w:rPr>
          <w:rFonts w:hint="eastAsia"/>
          <w:sz w:val="22"/>
        </w:rPr>
        <w:t>＿＿＿＿＿＿＿＿＿＿＿＿＿＿＿＿＿＿＿＿＿＿＿＿＿＿＿＿＿＿＿＿＿＿＿＿＿＿＿＿＿</w:t>
      </w:r>
      <w:r w:rsidRPr="00EB0AB8">
        <w:rPr>
          <w:rFonts w:hint="eastAsia"/>
          <w:sz w:val="22"/>
        </w:rPr>
        <w:t xml:space="preserve"> </w:t>
      </w:r>
      <w:r w:rsidRPr="00EB0AB8">
        <w:rPr>
          <w:rFonts w:hint="eastAsia"/>
          <w:sz w:val="22"/>
        </w:rPr>
        <w:t>）</w:t>
      </w:r>
    </w:p>
    <w:p w14:paraId="496C8CA8" w14:textId="2839FBBE" w:rsidR="004C0DA7" w:rsidRPr="00EB0AB8" w:rsidRDefault="004C0DA7" w:rsidP="00E806AC">
      <w:pPr>
        <w:spacing w:line="0" w:lineRule="atLeast"/>
        <w:ind w:firstLineChars="400" w:firstLine="960"/>
        <w:jc w:val="left"/>
        <w:rPr>
          <w:b/>
          <w:sz w:val="24"/>
          <w:szCs w:val="24"/>
        </w:rPr>
      </w:pPr>
      <w:r w:rsidRPr="00EB0AB8">
        <w:rPr>
          <w:rFonts w:hint="eastAsia"/>
          <w:b/>
          <w:sz w:val="24"/>
          <w:szCs w:val="24"/>
        </w:rPr>
        <w:t>・ご利用いただいた施設（会場）について感想をお聞かせください</w:t>
      </w:r>
    </w:p>
    <w:p w14:paraId="4290FFB6" w14:textId="77777777" w:rsidR="004C0DA7" w:rsidRPr="00EB0AB8" w:rsidRDefault="004C0DA7" w:rsidP="004C0DA7">
      <w:pPr>
        <w:spacing w:line="0" w:lineRule="atLeast"/>
        <w:ind w:firstLineChars="500" w:firstLine="1100"/>
        <w:jc w:val="left"/>
        <w:rPr>
          <w:sz w:val="22"/>
        </w:rPr>
      </w:pPr>
      <w:r w:rsidRPr="00EB0AB8">
        <w:rPr>
          <w:rFonts w:hint="eastAsia"/>
          <w:sz w:val="22"/>
        </w:rPr>
        <w:t>（</w:t>
      </w:r>
      <w:r w:rsidRPr="00EB0AB8">
        <w:rPr>
          <w:rFonts w:hint="eastAsia"/>
          <w:sz w:val="22"/>
        </w:rPr>
        <w:t xml:space="preserve"> </w:t>
      </w:r>
      <w:r w:rsidRPr="00EB0AB8">
        <w:rPr>
          <w:rFonts w:hint="eastAsia"/>
          <w:sz w:val="22"/>
        </w:rPr>
        <w:t>＿＿＿＿＿＿＿＿＿＿＿＿＿＿＿＿＿＿＿＿＿＿＿＿＿＿＿＿＿＿＿＿＿＿＿＿＿＿＿＿＿</w:t>
      </w:r>
      <w:r w:rsidRPr="00EB0AB8">
        <w:rPr>
          <w:rFonts w:hint="eastAsia"/>
          <w:sz w:val="22"/>
        </w:rPr>
        <w:t xml:space="preserve"> </w:t>
      </w:r>
      <w:r w:rsidRPr="00EB0AB8">
        <w:rPr>
          <w:rFonts w:hint="eastAsia"/>
          <w:sz w:val="22"/>
        </w:rPr>
        <w:t>）</w:t>
      </w:r>
    </w:p>
    <w:p w14:paraId="7A003624" w14:textId="77777777" w:rsidR="00003039" w:rsidRPr="003A32B2" w:rsidRDefault="00003039" w:rsidP="00314DAA">
      <w:pPr>
        <w:spacing w:line="0" w:lineRule="atLeast"/>
        <w:jc w:val="left"/>
        <w:rPr>
          <w:b/>
          <w:sz w:val="22"/>
        </w:rPr>
      </w:pPr>
    </w:p>
    <w:p w14:paraId="7AD33323" w14:textId="48C75D67" w:rsidR="00BE6FE9" w:rsidRPr="00003039" w:rsidRDefault="00BE6FE9" w:rsidP="00BE6FE9">
      <w:pPr>
        <w:spacing w:line="0" w:lineRule="atLeast"/>
        <w:jc w:val="left"/>
        <w:rPr>
          <w:b/>
          <w:sz w:val="24"/>
          <w:szCs w:val="24"/>
        </w:rPr>
      </w:pPr>
      <w:r w:rsidRPr="00003039">
        <w:rPr>
          <w:rFonts w:hint="eastAsia"/>
          <w:b/>
          <w:sz w:val="24"/>
          <w:szCs w:val="24"/>
        </w:rPr>
        <w:t>◆問</w:t>
      </w:r>
      <w:r w:rsidR="00241E60">
        <w:rPr>
          <w:rFonts w:hint="eastAsia"/>
          <w:b/>
          <w:sz w:val="24"/>
          <w:szCs w:val="24"/>
        </w:rPr>
        <w:t>５</w:t>
      </w:r>
      <w:r w:rsidRPr="00003039">
        <w:rPr>
          <w:rFonts w:hint="eastAsia"/>
          <w:b/>
          <w:sz w:val="24"/>
          <w:szCs w:val="24"/>
        </w:rPr>
        <w:t>◆</w:t>
      </w:r>
      <w:r w:rsidR="003C5D23">
        <w:rPr>
          <w:rFonts w:hint="eastAsia"/>
          <w:b/>
          <w:sz w:val="24"/>
          <w:szCs w:val="24"/>
        </w:rPr>
        <w:t xml:space="preserve"> </w:t>
      </w:r>
      <w:r w:rsidRPr="00003039">
        <w:rPr>
          <w:rFonts w:hint="eastAsia"/>
          <w:b/>
          <w:sz w:val="24"/>
          <w:szCs w:val="24"/>
        </w:rPr>
        <w:t>今回</w:t>
      </w:r>
      <w:r w:rsidR="00314DAA" w:rsidRPr="00003039">
        <w:rPr>
          <w:rFonts w:hint="eastAsia"/>
          <w:b/>
          <w:sz w:val="24"/>
          <w:szCs w:val="24"/>
        </w:rPr>
        <w:t>は</w:t>
      </w:r>
      <w:r w:rsidRPr="00003039">
        <w:rPr>
          <w:rFonts w:hint="eastAsia"/>
          <w:b/>
          <w:sz w:val="24"/>
          <w:szCs w:val="24"/>
        </w:rPr>
        <w:t>何泊しましたか</w:t>
      </w:r>
    </w:p>
    <w:tbl>
      <w:tblPr>
        <w:tblStyle w:val="a3"/>
        <w:tblW w:w="0" w:type="auto"/>
        <w:tblInd w:w="1251" w:type="dxa"/>
        <w:tblLook w:val="04A0" w:firstRow="1" w:lastRow="0" w:firstColumn="1" w:lastColumn="0" w:noHBand="0" w:noVBand="1"/>
      </w:tblPr>
      <w:tblGrid>
        <w:gridCol w:w="3118"/>
        <w:gridCol w:w="6236"/>
      </w:tblGrid>
      <w:tr w:rsidR="003A32B2" w:rsidRPr="004627D7" w14:paraId="61440933" w14:textId="77777777" w:rsidTr="004627D7">
        <w:trPr>
          <w:trHeight w:val="1103"/>
        </w:trPr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135DB37D" w14:textId="5E93D171" w:rsidR="00BE6FE9" w:rsidRPr="00003039" w:rsidRDefault="00BE6FE9" w:rsidP="007B67DF">
            <w:pPr>
              <w:spacing w:line="0" w:lineRule="atLeast"/>
              <w:rPr>
                <w:b/>
                <w:sz w:val="22"/>
              </w:rPr>
            </w:pPr>
            <w:r w:rsidRPr="00003039">
              <w:rPr>
                <w:rFonts w:hint="eastAsia"/>
                <w:b/>
                <w:sz w:val="22"/>
              </w:rPr>
              <w:t>宿泊した</w:t>
            </w:r>
            <w:r w:rsidR="004627D7">
              <w:rPr>
                <w:rFonts w:hint="eastAsia"/>
                <w:b/>
                <w:sz w:val="22"/>
              </w:rPr>
              <w:t>人数</w:t>
            </w:r>
          </w:p>
        </w:tc>
        <w:tc>
          <w:tcPr>
            <w:tcW w:w="6236" w:type="dxa"/>
            <w:vAlign w:val="center"/>
          </w:tcPr>
          <w:p w14:paraId="3BA12880" w14:textId="434EEE9F" w:rsidR="00BE6FE9" w:rsidRPr="004627D7" w:rsidRDefault="004627D7" w:rsidP="004627D7">
            <w:pPr>
              <w:ind w:firstLineChars="50" w:firstLine="110"/>
              <w:jc w:val="left"/>
              <w:rPr>
                <w:rFonts w:asciiTheme="minorEastAsia" w:hAnsiTheme="minorEastAsia"/>
                <w:sz w:val="22"/>
              </w:rPr>
            </w:pPr>
            <w:r w:rsidRPr="004627D7">
              <w:rPr>
                <w:rFonts w:asciiTheme="minorEastAsia" w:hAnsiTheme="minorEastAsia" w:hint="eastAsia"/>
                <w:sz w:val="22"/>
              </w:rPr>
              <w:t xml:space="preserve">① </w:t>
            </w:r>
            <w:r w:rsidR="00D9392A">
              <w:rPr>
                <w:rFonts w:asciiTheme="minorEastAsia" w:hAnsiTheme="minorEastAsia" w:hint="eastAsia"/>
                <w:sz w:val="22"/>
              </w:rPr>
              <w:t>１</w:t>
            </w:r>
            <w:r w:rsidRPr="004627D7">
              <w:rPr>
                <w:rFonts w:asciiTheme="minorEastAsia" w:hAnsiTheme="minorEastAsia" w:hint="eastAsia"/>
                <w:sz w:val="22"/>
              </w:rPr>
              <w:t>泊</w:t>
            </w:r>
            <w:r w:rsidRPr="004627D7">
              <w:rPr>
                <w:rFonts w:asciiTheme="minorEastAsia" w:hAnsiTheme="minorEastAsia" w:hint="eastAsia"/>
                <w:sz w:val="22"/>
                <w:u w:val="single"/>
              </w:rPr>
              <w:t xml:space="preserve">　 </w:t>
            </w:r>
            <w:r w:rsidR="00CD299D">
              <w:rPr>
                <w:rFonts w:asciiTheme="minorEastAsia" w:hAnsiTheme="minorEastAsia" w:hint="eastAsia"/>
                <w:sz w:val="22"/>
                <w:u w:val="single"/>
              </w:rPr>
              <w:t xml:space="preserve">　　</w:t>
            </w:r>
            <w:r w:rsidRPr="004627D7">
              <w:rPr>
                <w:rFonts w:asciiTheme="minorEastAsia" w:hAnsiTheme="minorEastAsia"/>
                <w:sz w:val="22"/>
                <w:u w:val="single"/>
              </w:rPr>
              <w:t xml:space="preserve">  </w:t>
            </w:r>
            <w:r w:rsidR="00003039" w:rsidRPr="004627D7">
              <w:rPr>
                <w:rFonts w:asciiTheme="minorEastAsia" w:hAnsiTheme="minorEastAsia" w:hint="eastAsia"/>
                <w:sz w:val="22"/>
                <w:u w:val="single"/>
              </w:rPr>
              <w:t xml:space="preserve">　</w:t>
            </w:r>
            <w:r w:rsidRPr="004627D7">
              <w:rPr>
                <w:rFonts w:asciiTheme="minorEastAsia" w:hAnsiTheme="minorEastAsia" w:hint="eastAsia"/>
                <w:sz w:val="22"/>
              </w:rPr>
              <w:t xml:space="preserve">人　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>
              <w:rPr>
                <w:rFonts w:asciiTheme="minorEastAsia" w:hAnsiTheme="minorEastAsia"/>
                <w:sz w:val="22"/>
              </w:rPr>
              <w:t xml:space="preserve">    </w:t>
            </w:r>
            <w:r w:rsidRPr="004627D7">
              <w:rPr>
                <w:rFonts w:asciiTheme="minorEastAsia" w:hAnsiTheme="minorEastAsia" w:hint="eastAsia"/>
                <w:sz w:val="22"/>
              </w:rPr>
              <w:t>②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D9392A">
              <w:rPr>
                <w:rFonts w:asciiTheme="minorEastAsia" w:hAnsiTheme="minorEastAsia" w:hint="eastAsia"/>
                <w:sz w:val="22"/>
              </w:rPr>
              <w:t>２</w:t>
            </w:r>
            <w:r w:rsidRPr="004627D7">
              <w:rPr>
                <w:rFonts w:asciiTheme="minorEastAsia" w:hAnsiTheme="minorEastAsia" w:hint="eastAsia"/>
                <w:sz w:val="22"/>
              </w:rPr>
              <w:t>泊</w:t>
            </w:r>
            <w:r w:rsidRPr="004627D7">
              <w:rPr>
                <w:rFonts w:asciiTheme="minorEastAsia" w:hAnsiTheme="minorEastAsia" w:hint="eastAsia"/>
                <w:sz w:val="22"/>
                <w:u w:val="single"/>
              </w:rPr>
              <w:t xml:space="preserve">　 </w:t>
            </w:r>
            <w:r w:rsidR="00CD299D">
              <w:rPr>
                <w:rFonts w:asciiTheme="minorEastAsia" w:hAnsiTheme="minorEastAsia" w:hint="eastAsia"/>
                <w:sz w:val="22"/>
                <w:u w:val="single"/>
              </w:rPr>
              <w:t xml:space="preserve">　　</w:t>
            </w:r>
            <w:r w:rsidRPr="004627D7">
              <w:rPr>
                <w:rFonts w:asciiTheme="minorEastAsia" w:hAnsiTheme="minorEastAsia"/>
                <w:sz w:val="22"/>
                <w:u w:val="single"/>
              </w:rPr>
              <w:t xml:space="preserve">  </w:t>
            </w:r>
            <w:r w:rsidRPr="004627D7">
              <w:rPr>
                <w:rFonts w:asciiTheme="minorEastAsia" w:hAnsiTheme="minorEastAsia" w:hint="eastAsia"/>
                <w:sz w:val="22"/>
                <w:u w:val="single"/>
              </w:rPr>
              <w:t xml:space="preserve">　</w:t>
            </w:r>
            <w:r w:rsidRPr="004627D7">
              <w:rPr>
                <w:rFonts w:asciiTheme="minorEastAsia" w:hAnsiTheme="minorEastAsia" w:hint="eastAsia"/>
                <w:sz w:val="22"/>
              </w:rPr>
              <w:t>人</w:t>
            </w:r>
          </w:p>
          <w:p w14:paraId="0F419028" w14:textId="19ED7B75" w:rsidR="004627D7" w:rsidRPr="004627D7" w:rsidRDefault="004627D7" w:rsidP="004627D7">
            <w:pPr>
              <w:spacing w:line="0" w:lineRule="atLeast"/>
              <w:ind w:firstLineChars="50" w:firstLine="110"/>
              <w:rPr>
                <w:rFonts w:asciiTheme="minorEastAsia" w:hAnsiTheme="minorEastAsia"/>
                <w:sz w:val="22"/>
              </w:rPr>
            </w:pPr>
            <w:r w:rsidRPr="004627D7">
              <w:rPr>
                <w:rFonts w:asciiTheme="minorEastAsia" w:hAnsiTheme="minorEastAsia" w:hint="eastAsia"/>
                <w:sz w:val="22"/>
              </w:rPr>
              <w:t xml:space="preserve">③ </w:t>
            </w:r>
            <w:r w:rsidR="00D9392A">
              <w:rPr>
                <w:rFonts w:asciiTheme="minorEastAsia" w:hAnsiTheme="minorEastAsia" w:hint="eastAsia"/>
                <w:sz w:val="22"/>
              </w:rPr>
              <w:t>３</w:t>
            </w:r>
            <w:r w:rsidRPr="004627D7">
              <w:rPr>
                <w:rFonts w:asciiTheme="minorEastAsia" w:hAnsiTheme="minorEastAsia" w:hint="eastAsia"/>
                <w:sz w:val="22"/>
              </w:rPr>
              <w:t>泊</w:t>
            </w:r>
            <w:r w:rsidRPr="004627D7">
              <w:rPr>
                <w:rFonts w:asciiTheme="minorEastAsia" w:hAnsiTheme="minorEastAsia" w:hint="eastAsia"/>
                <w:sz w:val="22"/>
                <w:u w:val="single"/>
              </w:rPr>
              <w:t xml:space="preserve">　　</w:t>
            </w:r>
            <w:r w:rsidR="00CD299D">
              <w:rPr>
                <w:rFonts w:asciiTheme="minorEastAsia" w:hAnsiTheme="minorEastAsia" w:hint="eastAsia"/>
                <w:sz w:val="22"/>
                <w:u w:val="single"/>
              </w:rPr>
              <w:t xml:space="preserve">　　</w:t>
            </w:r>
            <w:r w:rsidRPr="004627D7">
              <w:rPr>
                <w:rFonts w:asciiTheme="minorEastAsia" w:hAnsiTheme="minorEastAsia" w:hint="eastAsia"/>
                <w:sz w:val="22"/>
                <w:u w:val="single"/>
              </w:rPr>
              <w:t xml:space="preserve"> </w:t>
            </w:r>
            <w:r w:rsidRPr="004627D7">
              <w:rPr>
                <w:rFonts w:asciiTheme="minorEastAsia" w:hAnsiTheme="minorEastAsia"/>
                <w:sz w:val="22"/>
                <w:u w:val="single"/>
              </w:rPr>
              <w:t xml:space="preserve">  </w:t>
            </w:r>
            <w:r>
              <w:rPr>
                <w:rFonts w:asciiTheme="minorEastAsia" w:hAnsiTheme="minorEastAsia" w:hint="eastAsia"/>
                <w:sz w:val="22"/>
              </w:rPr>
              <w:t xml:space="preserve">人　　 </w:t>
            </w:r>
            <w:r w:rsidRPr="004627D7">
              <w:rPr>
                <w:rFonts w:asciiTheme="minorEastAsia" w:hAnsiTheme="minorEastAsia" w:hint="eastAsia"/>
                <w:sz w:val="22"/>
              </w:rPr>
              <w:t xml:space="preserve">　　④</w:t>
            </w:r>
            <w:r>
              <w:rPr>
                <w:rFonts w:asciiTheme="minorEastAsia" w:hAnsiTheme="minorEastAsia" w:hint="eastAsia"/>
                <w:sz w:val="22"/>
              </w:rPr>
              <w:t xml:space="preserve"> ４</w:t>
            </w:r>
            <w:r w:rsidRPr="004627D7">
              <w:rPr>
                <w:rFonts w:asciiTheme="minorEastAsia" w:hAnsiTheme="minorEastAsia" w:hint="eastAsia"/>
                <w:sz w:val="22"/>
              </w:rPr>
              <w:t>泊</w:t>
            </w:r>
            <w:r w:rsidRPr="004627D7">
              <w:rPr>
                <w:rFonts w:asciiTheme="minorEastAsia" w:hAnsiTheme="minorEastAsia" w:hint="eastAsia"/>
                <w:sz w:val="22"/>
                <w:u w:val="single"/>
              </w:rPr>
              <w:t xml:space="preserve">　　</w:t>
            </w:r>
            <w:r w:rsidR="00CD299D">
              <w:rPr>
                <w:rFonts w:asciiTheme="minorEastAsia" w:hAnsiTheme="minorEastAsia" w:hint="eastAsia"/>
                <w:sz w:val="22"/>
                <w:u w:val="single"/>
              </w:rPr>
              <w:t xml:space="preserve">　　</w:t>
            </w:r>
            <w:r w:rsidRPr="004627D7">
              <w:rPr>
                <w:rFonts w:asciiTheme="minorEastAsia" w:hAnsiTheme="minorEastAsia" w:hint="eastAsia"/>
                <w:sz w:val="22"/>
                <w:u w:val="single"/>
              </w:rPr>
              <w:t xml:space="preserve">　 </w:t>
            </w: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</w:tr>
      <w:tr w:rsidR="00003039" w:rsidRPr="00003039" w14:paraId="5A56E91A" w14:textId="77777777" w:rsidTr="00E806AC">
        <w:trPr>
          <w:trHeight w:val="567"/>
        </w:trPr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0A21CBFD" w14:textId="6793C943" w:rsidR="00BE6FE9" w:rsidRPr="00003039" w:rsidRDefault="00BE6FE9" w:rsidP="007B67DF">
            <w:pPr>
              <w:spacing w:line="0" w:lineRule="atLeast"/>
              <w:rPr>
                <w:b/>
                <w:sz w:val="22"/>
              </w:rPr>
            </w:pPr>
            <w:r w:rsidRPr="00003039">
              <w:rPr>
                <w:rFonts w:hint="eastAsia"/>
                <w:b/>
                <w:sz w:val="22"/>
              </w:rPr>
              <w:t>利用した宿泊施設</w:t>
            </w:r>
            <w:r w:rsidR="00003039" w:rsidRPr="00003039">
              <w:rPr>
                <w:rFonts w:hint="eastAsia"/>
                <w:b/>
                <w:sz w:val="22"/>
              </w:rPr>
              <w:t>名</w:t>
            </w:r>
          </w:p>
        </w:tc>
        <w:tc>
          <w:tcPr>
            <w:tcW w:w="6236" w:type="dxa"/>
            <w:vAlign w:val="center"/>
          </w:tcPr>
          <w:p w14:paraId="4D9B4FF3" w14:textId="64F43788" w:rsidR="00BE6FE9" w:rsidRPr="00003039" w:rsidRDefault="00BE6FE9" w:rsidP="003A32B2">
            <w:pPr>
              <w:spacing w:line="0" w:lineRule="atLeast"/>
              <w:rPr>
                <w:sz w:val="22"/>
                <w:szCs w:val="20"/>
              </w:rPr>
            </w:pPr>
          </w:p>
        </w:tc>
      </w:tr>
      <w:tr w:rsidR="00566666" w:rsidRPr="00003039" w14:paraId="0AA831DA" w14:textId="77777777" w:rsidTr="00E806AC">
        <w:trPr>
          <w:trHeight w:val="850"/>
        </w:trPr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5508C2D2" w14:textId="77777777" w:rsidR="00566666" w:rsidRPr="00241E60" w:rsidRDefault="00566666" w:rsidP="007B67DF">
            <w:pPr>
              <w:spacing w:line="0" w:lineRule="atLeast"/>
              <w:rPr>
                <w:b/>
                <w:sz w:val="22"/>
              </w:rPr>
            </w:pPr>
            <w:r w:rsidRPr="00241E60">
              <w:rPr>
                <w:rFonts w:hint="eastAsia"/>
                <w:b/>
                <w:sz w:val="22"/>
              </w:rPr>
              <w:t>上記宿泊施設を選んだ理由</w:t>
            </w:r>
          </w:p>
          <w:p w14:paraId="052EC5A2" w14:textId="298E4F6F" w:rsidR="00566666" w:rsidRPr="00241E60" w:rsidRDefault="00566666" w:rsidP="007B67DF">
            <w:pPr>
              <w:spacing w:line="0" w:lineRule="atLeast"/>
              <w:rPr>
                <w:b/>
                <w:sz w:val="22"/>
              </w:rPr>
            </w:pPr>
            <w:r w:rsidRPr="00241E60">
              <w:rPr>
                <w:rFonts w:hint="eastAsia"/>
                <w:b/>
                <w:sz w:val="18"/>
              </w:rPr>
              <w:t>(</w:t>
            </w:r>
            <w:r w:rsidRPr="00241E60">
              <w:rPr>
                <w:rFonts w:hint="eastAsia"/>
                <w:b/>
                <w:sz w:val="18"/>
              </w:rPr>
              <w:t>差し支えなければご記入ください</w:t>
            </w:r>
            <w:r w:rsidRPr="00241E60">
              <w:rPr>
                <w:rFonts w:hint="eastAsia"/>
                <w:b/>
                <w:sz w:val="18"/>
              </w:rPr>
              <w:t>)</w:t>
            </w:r>
          </w:p>
        </w:tc>
        <w:tc>
          <w:tcPr>
            <w:tcW w:w="6236" w:type="dxa"/>
            <w:vAlign w:val="center"/>
          </w:tcPr>
          <w:p w14:paraId="6E6097B0" w14:textId="77777777" w:rsidR="00566666" w:rsidRPr="008762D3" w:rsidRDefault="00566666" w:rsidP="003A32B2">
            <w:pPr>
              <w:spacing w:line="0" w:lineRule="atLeast"/>
              <w:rPr>
                <w:sz w:val="22"/>
                <w:szCs w:val="20"/>
                <w:highlight w:val="green"/>
              </w:rPr>
            </w:pPr>
          </w:p>
        </w:tc>
      </w:tr>
    </w:tbl>
    <w:p w14:paraId="3389D364" w14:textId="1B87EE22" w:rsidR="004C0DA7" w:rsidRDefault="004627D7" w:rsidP="00827F5B">
      <w:pPr>
        <w:spacing w:line="0" w:lineRule="atLeast"/>
        <w:jc w:val="left"/>
        <w:rPr>
          <w:sz w:val="22"/>
          <w:u w:val="single"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7F1C4A5C" wp14:editId="2D18EA3E">
            <wp:simplePos x="0" y="0"/>
            <wp:positionH relativeFrom="column">
              <wp:posOffset>5838536</wp:posOffset>
            </wp:positionH>
            <wp:positionV relativeFrom="paragraph">
              <wp:posOffset>81915</wp:posOffset>
            </wp:positionV>
            <wp:extent cx="731174" cy="904875"/>
            <wp:effectExtent l="0" t="0" r="0" b="0"/>
            <wp:wrapNone/>
            <wp:docPr id="409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111" cy="909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0DA7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7EB1E0" wp14:editId="4B28D28A">
                <wp:simplePos x="0" y="0"/>
                <wp:positionH relativeFrom="column">
                  <wp:posOffset>1569085</wp:posOffset>
                </wp:positionH>
                <wp:positionV relativeFrom="paragraph">
                  <wp:posOffset>68580</wp:posOffset>
                </wp:positionV>
                <wp:extent cx="1952625" cy="523875"/>
                <wp:effectExtent l="0" t="0" r="9525" b="95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FAB446" w14:textId="77777777" w:rsidR="003B78A0" w:rsidRPr="00EE5407" w:rsidRDefault="003B78A0" w:rsidP="00F74CD0">
                            <w:pPr>
                              <w:rPr>
                                <w:b/>
                                <w:color w:val="00B050"/>
                                <w:sz w:val="32"/>
                                <w:szCs w:val="32"/>
                                <w:u w:val="wave"/>
                              </w:rPr>
                            </w:pPr>
                            <w:r w:rsidRPr="00EE5407">
                              <w:rPr>
                                <w:rFonts w:hint="eastAsia"/>
                                <w:b/>
                                <w:color w:val="00B050"/>
                                <w:sz w:val="32"/>
                                <w:szCs w:val="32"/>
                                <w:u w:val="wave"/>
                              </w:rPr>
                              <w:t>裏面に</w:t>
                            </w:r>
                            <w:r w:rsidRPr="00EE5407">
                              <w:rPr>
                                <w:b/>
                                <w:color w:val="00B050"/>
                                <w:sz w:val="32"/>
                                <w:szCs w:val="32"/>
                                <w:u w:val="wave"/>
                              </w:rPr>
                              <w:t>続きます</w:t>
                            </w:r>
                            <w:r w:rsidRPr="00EE5407">
                              <w:rPr>
                                <w:b/>
                                <w:color w:val="00B050"/>
                                <w:sz w:val="32"/>
                                <w:szCs w:val="32"/>
                                <w:u w:val="wave"/>
                              </w:rPr>
                              <w:t>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EB1E0" id="テキスト ボックス 4" o:spid="_x0000_s1027" type="#_x0000_t202" style="position:absolute;margin-left:123.55pt;margin-top:5.4pt;width:153.75pt;height:4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" fillcolor="white [3201]" stroked="f" strokeweight="2.25pt">
                <v:textbox>
                  <w:txbxContent>
                    <w:p w14:paraId="56FAB446" w14:textId="77777777" w:rsidR="003B78A0" w:rsidRPr="00EE5407" w:rsidRDefault="003B78A0" w:rsidP="00F74CD0">
                      <w:pPr>
                        <w:rPr>
                          <w:b/>
                          <w:color w:val="00B050"/>
                          <w:sz w:val="32"/>
                          <w:szCs w:val="32"/>
                          <w:u w:val="wave"/>
                        </w:rPr>
                      </w:pPr>
                      <w:r w:rsidRPr="00EE5407">
                        <w:rPr>
                          <w:rFonts w:hint="eastAsia"/>
                          <w:b/>
                          <w:color w:val="00B050"/>
                          <w:sz w:val="32"/>
                          <w:szCs w:val="32"/>
                          <w:u w:val="wave"/>
                        </w:rPr>
                        <w:t>裏面に</w:t>
                      </w:r>
                      <w:r w:rsidRPr="00EE5407">
                        <w:rPr>
                          <w:b/>
                          <w:color w:val="00B050"/>
                          <w:sz w:val="32"/>
                          <w:szCs w:val="32"/>
                          <w:u w:val="wave"/>
                        </w:rPr>
                        <w:t>続きます</w:t>
                      </w:r>
                      <w:r w:rsidRPr="00EE5407">
                        <w:rPr>
                          <w:b/>
                          <w:color w:val="00B050"/>
                          <w:sz w:val="32"/>
                          <w:szCs w:val="32"/>
                          <w:u w:val="wave"/>
                        </w:rPr>
                        <w:t>⇒</w:t>
                      </w:r>
                    </w:p>
                  </w:txbxContent>
                </v:textbox>
              </v:shape>
            </w:pict>
          </mc:Fallback>
        </mc:AlternateContent>
      </w:r>
    </w:p>
    <w:p w14:paraId="392E6099" w14:textId="7C308544" w:rsidR="004C0DA7" w:rsidRDefault="004C0DA7" w:rsidP="00827F5B">
      <w:pPr>
        <w:spacing w:line="0" w:lineRule="atLeast"/>
        <w:jc w:val="left"/>
        <w:rPr>
          <w:sz w:val="22"/>
          <w:u w:val="single"/>
        </w:rPr>
      </w:pPr>
    </w:p>
    <w:p w14:paraId="0818159C" w14:textId="2315A853" w:rsidR="004C0DA7" w:rsidRDefault="00FE6363" w:rsidP="00827F5B">
      <w:pPr>
        <w:spacing w:line="0" w:lineRule="atLeast"/>
        <w:jc w:val="left"/>
        <w:rPr>
          <w:sz w:val="22"/>
          <w:u w:val="single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53238FBB" wp14:editId="630B4049">
                <wp:simplePos x="0" y="0"/>
                <wp:positionH relativeFrom="column">
                  <wp:posOffset>4359910</wp:posOffset>
                </wp:positionH>
                <wp:positionV relativeFrom="paragraph">
                  <wp:posOffset>36830</wp:posOffset>
                </wp:positionV>
                <wp:extent cx="1590675" cy="5524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7A540C" w14:textId="77777777" w:rsidR="003B78A0" w:rsidRPr="004627D7" w:rsidRDefault="003B78A0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r w:rsidRPr="004627D7"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＊</w:t>
                            </w:r>
                            <w:r w:rsidRPr="004627D7">
                              <w:rPr>
                                <w:sz w:val="14"/>
                                <w:szCs w:val="16"/>
                              </w:rPr>
                              <w:t>横須賀市</w:t>
                            </w:r>
                            <w:r w:rsidRPr="004627D7"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イメージキャラクター</w:t>
                            </w:r>
                          </w:p>
                          <w:p w14:paraId="4AF70BC7" w14:textId="77777777" w:rsidR="003B78A0" w:rsidRPr="004627D7" w:rsidRDefault="003B78A0" w:rsidP="00074796">
                            <w:pPr>
                              <w:ind w:firstLineChars="1100" w:firstLine="1540"/>
                              <w:rPr>
                                <w:sz w:val="14"/>
                                <w:szCs w:val="16"/>
                              </w:rPr>
                            </w:pPr>
                            <w:r w:rsidRPr="004627D7"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スカリン</w:t>
                            </w:r>
                          </w:p>
                          <w:p w14:paraId="028BACB6" w14:textId="77777777" w:rsidR="003B78A0" w:rsidRPr="00F74CD0" w:rsidRDefault="003B78A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38FBB" id="テキスト ボックス 5" o:spid="_x0000_s1028" type="#_x0000_t202" style="position:absolute;margin-left:343.3pt;margin-top:2.9pt;width:125.25pt;height:43.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" filled="f" stroked="f" strokeweight=".5pt">
                <v:textbox>
                  <w:txbxContent>
                    <w:p w14:paraId="177A540C" w14:textId="77777777" w:rsidR="003B78A0" w:rsidRPr="004627D7" w:rsidRDefault="003B78A0">
                      <w:pPr>
                        <w:rPr>
                          <w:sz w:val="14"/>
                          <w:szCs w:val="16"/>
                        </w:rPr>
                      </w:pPr>
                      <w:r w:rsidRPr="004627D7">
                        <w:rPr>
                          <w:rFonts w:hint="eastAsia"/>
                          <w:sz w:val="14"/>
                          <w:szCs w:val="16"/>
                        </w:rPr>
                        <w:t>＊</w:t>
                      </w:r>
                      <w:r w:rsidRPr="004627D7">
                        <w:rPr>
                          <w:sz w:val="14"/>
                          <w:szCs w:val="16"/>
                        </w:rPr>
                        <w:t>横須賀市</w:t>
                      </w:r>
                      <w:r w:rsidRPr="004627D7">
                        <w:rPr>
                          <w:rFonts w:hint="eastAsia"/>
                          <w:sz w:val="14"/>
                          <w:szCs w:val="16"/>
                        </w:rPr>
                        <w:t>イメージキャラクター</w:t>
                      </w:r>
                    </w:p>
                    <w:p w14:paraId="4AF70BC7" w14:textId="77777777" w:rsidR="003B78A0" w:rsidRPr="004627D7" w:rsidRDefault="003B78A0" w:rsidP="00074796">
                      <w:pPr>
                        <w:ind w:firstLineChars="1100" w:firstLine="1540"/>
                        <w:rPr>
                          <w:sz w:val="14"/>
                          <w:szCs w:val="16"/>
                        </w:rPr>
                      </w:pPr>
                      <w:r w:rsidRPr="004627D7">
                        <w:rPr>
                          <w:rFonts w:hint="eastAsia"/>
                          <w:sz w:val="14"/>
                          <w:szCs w:val="16"/>
                        </w:rPr>
                        <w:t>スカリン</w:t>
                      </w:r>
                    </w:p>
                    <w:p w14:paraId="028BACB6" w14:textId="77777777" w:rsidR="003B78A0" w:rsidRPr="00F74CD0" w:rsidRDefault="003B78A0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D16181" w14:textId="5D766BE2" w:rsidR="004C0DA7" w:rsidRDefault="004C0DA7" w:rsidP="00827F5B">
      <w:pPr>
        <w:spacing w:line="0" w:lineRule="atLeast"/>
        <w:jc w:val="left"/>
        <w:rPr>
          <w:sz w:val="22"/>
          <w:u w:val="single"/>
        </w:rPr>
      </w:pPr>
    </w:p>
    <w:p w14:paraId="038304B8" w14:textId="709370FB" w:rsidR="00827F5B" w:rsidRPr="00BE6FE9" w:rsidRDefault="00827F5B" w:rsidP="00827F5B">
      <w:pPr>
        <w:spacing w:line="0" w:lineRule="atLeast"/>
        <w:jc w:val="left"/>
        <w:rPr>
          <w:sz w:val="22"/>
          <w:u w:val="single"/>
        </w:rPr>
      </w:pPr>
    </w:p>
    <w:p w14:paraId="0C44E193" w14:textId="77777777" w:rsidR="004C0DA7" w:rsidRPr="00CF0A6D" w:rsidRDefault="004C0DA7" w:rsidP="00F53462">
      <w:pPr>
        <w:spacing w:line="0" w:lineRule="atLeast"/>
        <w:jc w:val="left"/>
        <w:rPr>
          <w:b/>
          <w:sz w:val="24"/>
          <w:szCs w:val="24"/>
        </w:rPr>
      </w:pPr>
    </w:p>
    <w:p w14:paraId="11B289F0" w14:textId="3802D31E" w:rsidR="00F53462" w:rsidRPr="00137372" w:rsidRDefault="00F53462" w:rsidP="00F53462">
      <w:pPr>
        <w:spacing w:line="0" w:lineRule="atLeast"/>
        <w:jc w:val="left"/>
        <w:rPr>
          <w:b/>
          <w:sz w:val="24"/>
          <w:szCs w:val="24"/>
        </w:rPr>
      </w:pPr>
      <w:r w:rsidRPr="00F06093">
        <w:rPr>
          <w:rFonts w:hint="eastAsia"/>
          <w:b/>
          <w:sz w:val="24"/>
          <w:szCs w:val="24"/>
        </w:rPr>
        <w:lastRenderedPageBreak/>
        <w:t>◆</w:t>
      </w:r>
      <w:r w:rsidR="00AA0EB3" w:rsidRPr="00F06093">
        <w:rPr>
          <w:rFonts w:hint="eastAsia"/>
          <w:b/>
          <w:sz w:val="24"/>
          <w:szCs w:val="24"/>
        </w:rPr>
        <w:t>問</w:t>
      </w:r>
      <w:r w:rsidR="00241E60">
        <w:rPr>
          <w:rFonts w:hint="eastAsia"/>
          <w:b/>
          <w:sz w:val="24"/>
          <w:szCs w:val="24"/>
        </w:rPr>
        <w:t>６</w:t>
      </w:r>
      <w:r w:rsidRPr="00F06093">
        <w:rPr>
          <w:rFonts w:hint="eastAsia"/>
          <w:b/>
          <w:sz w:val="24"/>
          <w:szCs w:val="24"/>
        </w:rPr>
        <w:t>◆</w:t>
      </w:r>
      <w:r w:rsidR="003C5D23">
        <w:rPr>
          <w:rFonts w:hint="eastAsia"/>
          <w:b/>
          <w:sz w:val="24"/>
          <w:szCs w:val="24"/>
        </w:rPr>
        <w:t xml:space="preserve"> </w:t>
      </w:r>
      <w:r w:rsidR="004C0DA7">
        <w:rPr>
          <w:rFonts w:hint="eastAsia"/>
          <w:b/>
          <w:sz w:val="24"/>
          <w:szCs w:val="24"/>
        </w:rPr>
        <w:t>今回は</w:t>
      </w:r>
      <w:r>
        <w:rPr>
          <w:rFonts w:hint="eastAsia"/>
          <w:b/>
          <w:sz w:val="24"/>
          <w:szCs w:val="24"/>
        </w:rPr>
        <w:t>ご自身も含め</w:t>
      </w:r>
      <w:r w:rsidR="00847B64">
        <w:rPr>
          <w:rFonts w:hint="eastAsia"/>
          <w:b/>
          <w:sz w:val="24"/>
          <w:szCs w:val="24"/>
        </w:rPr>
        <w:t>何名</w:t>
      </w:r>
      <w:r>
        <w:rPr>
          <w:rFonts w:hint="eastAsia"/>
          <w:b/>
          <w:sz w:val="24"/>
          <w:szCs w:val="24"/>
        </w:rPr>
        <w:t>でお越しですか</w:t>
      </w:r>
      <w:r w:rsidR="00A358F3">
        <w:rPr>
          <w:rFonts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</w:rPr>
        <w:t>人数をお書きください</w:t>
      </w:r>
      <w:r w:rsidR="00A358F3">
        <w:rPr>
          <w:rFonts w:hint="eastAsia"/>
          <w:b/>
          <w:sz w:val="24"/>
          <w:szCs w:val="24"/>
        </w:rPr>
        <w:t>）</w:t>
      </w:r>
    </w:p>
    <w:p w14:paraId="09626E9E" w14:textId="42337E5A" w:rsidR="00F53462" w:rsidRDefault="001E7345" w:rsidP="00F53462">
      <w:pPr>
        <w:spacing w:line="0" w:lineRule="atLeast"/>
        <w:ind w:firstLineChars="550" w:firstLine="1210"/>
        <w:jc w:val="left"/>
        <w:rPr>
          <w:sz w:val="22"/>
        </w:rPr>
      </w:pPr>
      <w:r>
        <w:rPr>
          <w:rFonts w:hint="eastAsia"/>
          <w:sz w:val="22"/>
        </w:rPr>
        <w:t>主催者様</w:t>
      </w:r>
      <w:r w:rsidR="00F53462">
        <w:rPr>
          <w:rFonts w:hint="eastAsia"/>
          <w:sz w:val="22"/>
        </w:rPr>
        <w:t>で</w:t>
      </w:r>
      <w:r w:rsidR="00F53462" w:rsidRPr="007F3CD0">
        <w:rPr>
          <w:rFonts w:hint="eastAsia"/>
          <w:sz w:val="22"/>
        </w:rPr>
        <w:t>【</w:t>
      </w:r>
      <w:r w:rsidR="004C0DA7">
        <w:rPr>
          <w:rFonts w:hint="eastAsia"/>
          <w:sz w:val="22"/>
        </w:rPr>
        <w:t xml:space="preserve"> </w:t>
      </w:r>
      <w:r w:rsidR="004C0DA7">
        <w:rPr>
          <w:sz w:val="22"/>
        </w:rPr>
        <w:t xml:space="preserve">________ </w:t>
      </w:r>
      <w:r w:rsidR="00F53462" w:rsidRPr="007F3CD0">
        <w:rPr>
          <w:rFonts w:hint="eastAsia"/>
          <w:sz w:val="22"/>
        </w:rPr>
        <w:t>】人</w:t>
      </w:r>
    </w:p>
    <w:p w14:paraId="5CF39B37" w14:textId="32677B6E" w:rsidR="00CD0E98" w:rsidRPr="004C0DA7" w:rsidRDefault="00CD0E98" w:rsidP="003A5702">
      <w:pPr>
        <w:tabs>
          <w:tab w:val="left" w:pos="8220"/>
        </w:tabs>
        <w:spacing w:line="0" w:lineRule="atLeast"/>
        <w:rPr>
          <w:b/>
          <w:sz w:val="24"/>
          <w:szCs w:val="24"/>
        </w:rPr>
      </w:pPr>
    </w:p>
    <w:p w14:paraId="7A35F7E8" w14:textId="52D72652" w:rsidR="00076D10" w:rsidRPr="00EB0AB8" w:rsidRDefault="00F53462" w:rsidP="00031BB3">
      <w:pPr>
        <w:spacing w:line="0" w:lineRule="atLeast"/>
        <w:jc w:val="left"/>
        <w:rPr>
          <w:b/>
          <w:sz w:val="24"/>
          <w:szCs w:val="24"/>
        </w:rPr>
      </w:pPr>
      <w:r w:rsidRPr="00F06093">
        <w:rPr>
          <w:rFonts w:hint="eastAsia"/>
          <w:b/>
          <w:sz w:val="24"/>
          <w:szCs w:val="24"/>
        </w:rPr>
        <w:t>◆</w:t>
      </w:r>
      <w:r w:rsidR="00AA0EB3" w:rsidRPr="00F06093">
        <w:rPr>
          <w:rFonts w:hint="eastAsia"/>
          <w:b/>
          <w:sz w:val="24"/>
          <w:szCs w:val="24"/>
        </w:rPr>
        <w:t>問</w:t>
      </w:r>
      <w:r w:rsidR="00241E60">
        <w:rPr>
          <w:rFonts w:hint="eastAsia"/>
          <w:b/>
          <w:sz w:val="24"/>
          <w:szCs w:val="24"/>
        </w:rPr>
        <w:t>７</w:t>
      </w:r>
      <w:r w:rsidRPr="00F06093">
        <w:rPr>
          <w:rFonts w:hint="eastAsia"/>
          <w:b/>
          <w:sz w:val="24"/>
          <w:szCs w:val="24"/>
        </w:rPr>
        <w:t>◆</w:t>
      </w:r>
      <w:r w:rsidR="003C5D23">
        <w:rPr>
          <w:rFonts w:hint="eastAsia"/>
          <w:b/>
          <w:sz w:val="24"/>
          <w:szCs w:val="24"/>
        </w:rPr>
        <w:t xml:space="preserve"> </w:t>
      </w:r>
      <w:r w:rsidR="00464C55" w:rsidRPr="00566666">
        <w:rPr>
          <w:rFonts w:hint="eastAsia"/>
          <w:b/>
          <w:color w:val="FF0000"/>
          <w:sz w:val="24"/>
          <w:szCs w:val="24"/>
          <w:u w:val="wave"/>
        </w:rPr>
        <w:t>横須賀市内</w:t>
      </w:r>
      <w:r w:rsidR="00E27C83" w:rsidRPr="00137372">
        <w:rPr>
          <w:rFonts w:hint="eastAsia"/>
          <w:b/>
          <w:sz w:val="24"/>
          <w:szCs w:val="24"/>
        </w:rPr>
        <w:t>で使った金額はいくらですか</w:t>
      </w:r>
      <w:r w:rsidR="00831C10" w:rsidRPr="00EB0AB8">
        <w:rPr>
          <w:rFonts w:hint="eastAsia"/>
          <w:b/>
          <w:sz w:val="24"/>
          <w:szCs w:val="24"/>
        </w:rPr>
        <w:t>（</w:t>
      </w:r>
      <w:r w:rsidR="001E7345">
        <w:rPr>
          <w:rFonts w:hint="eastAsia"/>
          <w:b/>
          <w:sz w:val="24"/>
          <w:szCs w:val="24"/>
        </w:rPr>
        <w:t>主催者様</w:t>
      </w:r>
      <w:r w:rsidR="00566666" w:rsidRPr="00EB0AB8">
        <w:rPr>
          <w:rFonts w:hint="eastAsia"/>
          <w:b/>
          <w:sz w:val="24"/>
          <w:szCs w:val="24"/>
          <w:u w:val="wave"/>
        </w:rPr>
        <w:t>の概算で</w:t>
      </w:r>
      <w:r w:rsidR="00CD0E98" w:rsidRPr="00EB0AB8">
        <w:rPr>
          <w:rFonts w:hint="eastAsia"/>
          <w:b/>
          <w:sz w:val="24"/>
          <w:szCs w:val="24"/>
          <w:u w:val="wave"/>
        </w:rPr>
        <w:t>差し支えありません</w:t>
      </w:r>
      <w:r w:rsidR="00831C10" w:rsidRPr="00EB0AB8">
        <w:rPr>
          <w:rFonts w:hint="eastAsia"/>
          <w:b/>
          <w:sz w:val="24"/>
          <w:szCs w:val="24"/>
        </w:rPr>
        <w:t>）</w:t>
      </w:r>
    </w:p>
    <w:p w14:paraId="03746BC8" w14:textId="048EDECA" w:rsidR="00CC0ABA" w:rsidRPr="003C39E6" w:rsidRDefault="00CC0ABA" w:rsidP="003C5D23">
      <w:pPr>
        <w:spacing w:line="0" w:lineRule="atLeast"/>
        <w:ind w:firstLineChars="450" w:firstLine="1080"/>
        <w:jc w:val="left"/>
        <w:rPr>
          <w:b/>
          <w:sz w:val="24"/>
          <w:szCs w:val="24"/>
          <w:u w:val="double"/>
        </w:rPr>
      </w:pPr>
      <w:r w:rsidRPr="003C39E6">
        <w:rPr>
          <w:rFonts w:hint="eastAsia"/>
          <w:b/>
          <w:noProof/>
          <w:sz w:val="24"/>
          <w:szCs w:val="24"/>
          <w:u w:val="doub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A3AB88" wp14:editId="40022F25">
                <wp:simplePos x="0" y="0"/>
                <wp:positionH relativeFrom="column">
                  <wp:posOffset>5219700</wp:posOffset>
                </wp:positionH>
                <wp:positionV relativeFrom="paragraph">
                  <wp:posOffset>99390</wp:posOffset>
                </wp:positionV>
                <wp:extent cx="548817" cy="314553"/>
                <wp:effectExtent l="0" t="0" r="41910" b="47625"/>
                <wp:wrapNone/>
                <wp:docPr id="1" name="屈折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548817" cy="314553"/>
                        </a:xfrm>
                        <a:prstGeom prst="bentUpArrow">
                          <a:avLst/>
                        </a:prstGeom>
                        <a:solidFill>
                          <a:srgbClr val="000099"/>
                        </a:solidFill>
                        <a:ln>
                          <a:solidFill>
                            <a:srgbClr val="0000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7E777" id="屈折矢印 1" o:spid="_x0000_s1026" style="position:absolute;left:0;text-align:left;margin-left:411pt;margin-top:7.85pt;width:43.2pt;height:24.75pt;rotation:18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8817,314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" path="m,235915r430860,l430860,78638r-39319,l470179,r78638,78638l509498,78638r,235915l,314553,,235915xe" fillcolor="#009" strokecolor="#009" strokeweight="2pt">
                <v:path arrowok="t" o:connecttype="custom" o:connectlocs="0,235915;430860,235915;430860,78638;391541,78638;470179,0;548817,78638;509498,78638;509498,314553;0,314553;0,235915" o:connectangles="0,0,0,0,0,0,0,0,0,0"/>
              </v:shape>
            </w:pict>
          </mc:Fallback>
        </mc:AlternateContent>
      </w:r>
      <w:r w:rsidRPr="003C39E6">
        <w:rPr>
          <w:rFonts w:hint="eastAsia"/>
          <w:b/>
          <w:sz w:val="24"/>
          <w:szCs w:val="24"/>
          <w:u w:val="double"/>
        </w:rPr>
        <w:t>※問</w:t>
      </w:r>
      <w:r w:rsidR="00241E60">
        <w:rPr>
          <w:rFonts w:hint="eastAsia"/>
          <w:b/>
          <w:sz w:val="24"/>
          <w:szCs w:val="24"/>
          <w:u w:val="double"/>
        </w:rPr>
        <w:t>６</w:t>
      </w:r>
      <w:r w:rsidRPr="003C39E6">
        <w:rPr>
          <w:rFonts w:hint="eastAsia"/>
          <w:b/>
          <w:sz w:val="24"/>
          <w:szCs w:val="24"/>
          <w:u w:val="double"/>
        </w:rPr>
        <w:t>でお答えいただいた人数の合計金額を記入してください。</w:t>
      </w:r>
    </w:p>
    <w:p w14:paraId="24578BBC" w14:textId="77777777" w:rsidR="00DD4604" w:rsidRPr="00137372" w:rsidRDefault="00DD4604" w:rsidP="00031BB3">
      <w:pPr>
        <w:spacing w:line="0" w:lineRule="atLeast"/>
        <w:jc w:val="left"/>
        <w:rPr>
          <w:b/>
          <w:sz w:val="24"/>
          <w:szCs w:val="24"/>
        </w:rPr>
      </w:pPr>
    </w:p>
    <w:tbl>
      <w:tblPr>
        <w:tblStyle w:val="a3"/>
        <w:tblW w:w="10235" w:type="dxa"/>
        <w:tblInd w:w="392" w:type="dxa"/>
        <w:tblLook w:val="04A0" w:firstRow="1" w:lastRow="0" w:firstColumn="1" w:lastColumn="0" w:noHBand="0" w:noVBand="1"/>
      </w:tblPr>
      <w:tblGrid>
        <w:gridCol w:w="6691"/>
        <w:gridCol w:w="3544"/>
      </w:tblGrid>
      <w:tr w:rsidR="00003039" w14:paraId="14D5C5D4" w14:textId="77777777" w:rsidTr="00E806AC">
        <w:trPr>
          <w:trHeight w:val="1003"/>
        </w:trPr>
        <w:tc>
          <w:tcPr>
            <w:tcW w:w="6691" w:type="dxa"/>
            <w:shd w:val="clear" w:color="auto" w:fill="F2F2F2" w:themeFill="background1" w:themeFillShade="F2"/>
            <w:vAlign w:val="center"/>
          </w:tcPr>
          <w:p w14:paraId="42E2D2BC" w14:textId="29E89357" w:rsidR="00003039" w:rsidRPr="00761E7F" w:rsidRDefault="00003039" w:rsidP="00910EFF">
            <w:pPr>
              <w:spacing w:line="0" w:lineRule="atLeast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消　費　内　容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6075C178" w14:textId="77777777" w:rsidR="00003039" w:rsidRPr="003A5702" w:rsidRDefault="00003039" w:rsidP="00847B64">
            <w:pPr>
              <w:spacing w:line="400" w:lineRule="exact"/>
              <w:ind w:firstLineChars="100" w:firstLine="200"/>
              <w:rPr>
                <w:b/>
                <w:color w:val="FF0000"/>
                <w:sz w:val="20"/>
                <w:szCs w:val="20"/>
                <w:u w:val="thick"/>
              </w:rPr>
            </w:pPr>
            <w:r w:rsidRPr="003A5702">
              <w:rPr>
                <w:rFonts w:hint="eastAsia"/>
                <w:b/>
                <w:color w:val="FF0000"/>
                <w:sz w:val="20"/>
                <w:szCs w:val="20"/>
                <w:u w:val="thick"/>
              </w:rPr>
              <w:t>横須賀市内で</w:t>
            </w:r>
          </w:p>
          <w:p w14:paraId="4A82BE92" w14:textId="64348696" w:rsidR="00003039" w:rsidRPr="00EB0AB8" w:rsidRDefault="00003039" w:rsidP="00EB0AB8">
            <w:pPr>
              <w:spacing w:line="400" w:lineRule="exact"/>
              <w:ind w:leftChars="100" w:left="210"/>
              <w:rPr>
                <w:b/>
                <w:color w:val="FF0000"/>
                <w:sz w:val="20"/>
                <w:szCs w:val="20"/>
              </w:rPr>
            </w:pPr>
            <w:r w:rsidRPr="003A5702">
              <w:rPr>
                <w:rFonts w:hint="eastAsia"/>
                <w:b/>
                <w:color w:val="FF0000"/>
                <w:sz w:val="20"/>
                <w:szCs w:val="20"/>
                <w:u w:val="thick"/>
              </w:rPr>
              <w:t>使用した金額のみ</w:t>
            </w:r>
            <w:r w:rsidRPr="003A5702">
              <w:rPr>
                <w:rFonts w:hint="eastAsia"/>
                <w:b/>
                <w:color w:val="FF0000"/>
                <w:sz w:val="20"/>
                <w:szCs w:val="20"/>
              </w:rPr>
              <w:t>記入して下さい。</w:t>
            </w:r>
          </w:p>
        </w:tc>
      </w:tr>
      <w:tr w:rsidR="00003039" w14:paraId="7D88D3BD" w14:textId="77777777" w:rsidTr="00241E60">
        <w:trPr>
          <w:trHeight w:val="567"/>
        </w:trPr>
        <w:tc>
          <w:tcPr>
            <w:tcW w:w="6691" w:type="dxa"/>
            <w:shd w:val="clear" w:color="auto" w:fill="F2F2F2" w:themeFill="background1" w:themeFillShade="F2"/>
            <w:vAlign w:val="center"/>
          </w:tcPr>
          <w:p w14:paraId="681300DF" w14:textId="77777777" w:rsidR="00003039" w:rsidRPr="00137372" w:rsidRDefault="00003039" w:rsidP="00193765">
            <w:pPr>
              <w:spacing w:line="0" w:lineRule="atLeast"/>
              <w:rPr>
                <w:rFonts w:asciiTheme="majorEastAsia" w:eastAsiaTheme="majorEastAsia" w:hAnsiTheme="majorEastAsia" w:cstheme="majorEastAsia"/>
                <w:b/>
                <w:sz w:val="22"/>
              </w:rPr>
            </w:pPr>
            <w:r w:rsidRPr="00137372"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 xml:space="preserve">a. </w:t>
            </w:r>
            <w:r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>交通費（電車・バス・タクシー代、駐車場料</w:t>
            </w:r>
            <w:r w:rsidRPr="00137372"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>金など）</w:t>
            </w:r>
          </w:p>
        </w:tc>
        <w:tc>
          <w:tcPr>
            <w:tcW w:w="3544" w:type="dxa"/>
            <w:vAlign w:val="bottom"/>
          </w:tcPr>
          <w:p w14:paraId="1C297561" w14:textId="009ED1A5" w:rsidR="00003039" w:rsidRPr="00137372" w:rsidRDefault="00003039" w:rsidP="00F24E64">
            <w:pPr>
              <w:spacing w:line="0" w:lineRule="atLeast"/>
              <w:jc w:val="right"/>
              <w:rPr>
                <w:sz w:val="22"/>
              </w:rPr>
            </w:pPr>
            <w:r w:rsidRPr="00137372">
              <w:rPr>
                <w:rFonts w:hint="eastAsia"/>
                <w:sz w:val="22"/>
              </w:rPr>
              <w:t>円</w:t>
            </w:r>
          </w:p>
        </w:tc>
      </w:tr>
      <w:tr w:rsidR="00003039" w14:paraId="78632895" w14:textId="77777777" w:rsidTr="00241E60">
        <w:trPr>
          <w:trHeight w:val="567"/>
        </w:trPr>
        <w:tc>
          <w:tcPr>
            <w:tcW w:w="6691" w:type="dxa"/>
            <w:shd w:val="clear" w:color="auto" w:fill="F2F2F2" w:themeFill="background1" w:themeFillShade="F2"/>
            <w:vAlign w:val="center"/>
          </w:tcPr>
          <w:p w14:paraId="05300122" w14:textId="77777777" w:rsidR="00003039" w:rsidRPr="00137372" w:rsidRDefault="00003039" w:rsidP="00193765">
            <w:pPr>
              <w:spacing w:line="0" w:lineRule="atLeast"/>
              <w:rPr>
                <w:rFonts w:asciiTheme="majorEastAsia" w:eastAsiaTheme="majorEastAsia" w:hAnsiTheme="majorEastAsia" w:cstheme="majorEastAsia"/>
                <w:b/>
                <w:sz w:val="22"/>
              </w:rPr>
            </w:pPr>
            <w:r w:rsidRPr="00137372"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 xml:space="preserve">b. </w:t>
            </w:r>
            <w:r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>宿泊費（ホテル・旅館・オートキャンプ場など）</w:t>
            </w:r>
          </w:p>
        </w:tc>
        <w:tc>
          <w:tcPr>
            <w:tcW w:w="3544" w:type="dxa"/>
            <w:vAlign w:val="bottom"/>
          </w:tcPr>
          <w:p w14:paraId="598903C9" w14:textId="67DD686D" w:rsidR="00003039" w:rsidRPr="00137372" w:rsidRDefault="00003039" w:rsidP="00F24E64">
            <w:pPr>
              <w:spacing w:line="0" w:lineRule="atLeast"/>
              <w:jc w:val="right"/>
              <w:rPr>
                <w:sz w:val="22"/>
              </w:rPr>
            </w:pPr>
            <w:r w:rsidRPr="00137372">
              <w:rPr>
                <w:rFonts w:hint="eastAsia"/>
                <w:sz w:val="22"/>
              </w:rPr>
              <w:t>円</w:t>
            </w:r>
          </w:p>
        </w:tc>
      </w:tr>
      <w:tr w:rsidR="00003039" w14:paraId="596B6513" w14:textId="77777777" w:rsidTr="00241E60">
        <w:trPr>
          <w:trHeight w:val="567"/>
        </w:trPr>
        <w:tc>
          <w:tcPr>
            <w:tcW w:w="6691" w:type="dxa"/>
            <w:shd w:val="clear" w:color="auto" w:fill="F2F2F2" w:themeFill="background1" w:themeFillShade="F2"/>
            <w:vAlign w:val="center"/>
          </w:tcPr>
          <w:p w14:paraId="0F18D1EB" w14:textId="77777777" w:rsidR="00003039" w:rsidRPr="00137372" w:rsidRDefault="00003039" w:rsidP="00CE22D9">
            <w:pPr>
              <w:spacing w:line="0" w:lineRule="atLeast"/>
              <w:rPr>
                <w:rFonts w:asciiTheme="majorEastAsia" w:eastAsiaTheme="majorEastAsia" w:hAnsiTheme="majorEastAsia" w:cstheme="majorEastAsia"/>
                <w:b/>
                <w:sz w:val="22"/>
              </w:rPr>
            </w:pPr>
            <w:r w:rsidRPr="00137372"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 xml:space="preserve">c. </w:t>
            </w:r>
            <w:r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>飲食費（イベントでの飲食・レストラン・喫茶店・居酒屋など</w:t>
            </w:r>
            <w:r w:rsidRPr="00137372"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>）</w:t>
            </w:r>
          </w:p>
        </w:tc>
        <w:tc>
          <w:tcPr>
            <w:tcW w:w="3544" w:type="dxa"/>
            <w:vAlign w:val="bottom"/>
          </w:tcPr>
          <w:p w14:paraId="3733CDD0" w14:textId="33FC145C" w:rsidR="00003039" w:rsidRPr="00137372" w:rsidRDefault="00003039" w:rsidP="00F24E64">
            <w:pPr>
              <w:spacing w:line="0" w:lineRule="atLeast"/>
              <w:jc w:val="right"/>
              <w:rPr>
                <w:sz w:val="22"/>
              </w:rPr>
            </w:pPr>
            <w:r w:rsidRPr="00137372">
              <w:rPr>
                <w:rFonts w:hint="eastAsia"/>
                <w:sz w:val="22"/>
              </w:rPr>
              <w:t>円</w:t>
            </w:r>
          </w:p>
        </w:tc>
      </w:tr>
      <w:tr w:rsidR="00003039" w14:paraId="48F59711" w14:textId="77777777" w:rsidTr="00241E60">
        <w:trPr>
          <w:trHeight w:val="567"/>
        </w:trPr>
        <w:tc>
          <w:tcPr>
            <w:tcW w:w="6691" w:type="dxa"/>
            <w:shd w:val="clear" w:color="auto" w:fill="F2F2F2" w:themeFill="background1" w:themeFillShade="F2"/>
            <w:vAlign w:val="center"/>
          </w:tcPr>
          <w:p w14:paraId="081172CE" w14:textId="77777777" w:rsidR="00003039" w:rsidRPr="00137372" w:rsidRDefault="00003039" w:rsidP="00C96B93">
            <w:pPr>
              <w:spacing w:line="0" w:lineRule="atLeast"/>
              <w:rPr>
                <w:rFonts w:asciiTheme="majorEastAsia" w:eastAsiaTheme="majorEastAsia" w:hAnsiTheme="majorEastAsia" w:cstheme="majorEastAsia"/>
                <w:b/>
                <w:sz w:val="22"/>
              </w:rPr>
            </w:pPr>
            <w:r w:rsidRPr="00137372"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 xml:space="preserve">d. </w:t>
            </w:r>
            <w:r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>土産・買物代（菓子、飲み物、食料品、衣料品、小物</w:t>
            </w:r>
            <w:r w:rsidRPr="00137372"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>など）</w:t>
            </w:r>
          </w:p>
        </w:tc>
        <w:tc>
          <w:tcPr>
            <w:tcW w:w="3544" w:type="dxa"/>
            <w:vAlign w:val="bottom"/>
          </w:tcPr>
          <w:p w14:paraId="382A4714" w14:textId="68A5EEE7" w:rsidR="00003039" w:rsidRPr="00137372" w:rsidRDefault="00003039" w:rsidP="001101DD">
            <w:pPr>
              <w:spacing w:line="0" w:lineRule="atLeast"/>
              <w:jc w:val="right"/>
              <w:rPr>
                <w:sz w:val="22"/>
              </w:rPr>
            </w:pPr>
            <w:r w:rsidRPr="00137372">
              <w:rPr>
                <w:rFonts w:hint="eastAsia"/>
                <w:sz w:val="22"/>
              </w:rPr>
              <w:t>円</w:t>
            </w:r>
          </w:p>
        </w:tc>
      </w:tr>
      <w:tr w:rsidR="00003039" w14:paraId="1D73C3B0" w14:textId="77777777" w:rsidTr="00241E60">
        <w:trPr>
          <w:trHeight w:val="567"/>
        </w:trPr>
        <w:tc>
          <w:tcPr>
            <w:tcW w:w="6691" w:type="dxa"/>
            <w:shd w:val="clear" w:color="auto" w:fill="F2F2F2" w:themeFill="background1" w:themeFillShade="F2"/>
            <w:vAlign w:val="center"/>
          </w:tcPr>
          <w:p w14:paraId="10B147FD" w14:textId="77777777" w:rsidR="00003039" w:rsidRPr="00137372" w:rsidRDefault="00003039" w:rsidP="002A5DB8">
            <w:pPr>
              <w:spacing w:line="0" w:lineRule="atLeast"/>
              <w:rPr>
                <w:rFonts w:asciiTheme="majorEastAsia" w:eastAsiaTheme="majorEastAsia" w:hAnsiTheme="majorEastAsia" w:cstheme="majorEastAsia"/>
                <w:b/>
                <w:sz w:val="22"/>
              </w:rPr>
            </w:pPr>
            <w:r w:rsidRPr="00137372"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 xml:space="preserve">e. </w:t>
            </w:r>
            <w:r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>上記以外の支出</w:t>
            </w:r>
          </w:p>
        </w:tc>
        <w:tc>
          <w:tcPr>
            <w:tcW w:w="3544" w:type="dxa"/>
            <w:vAlign w:val="bottom"/>
          </w:tcPr>
          <w:p w14:paraId="739104D8" w14:textId="40CAF9D2" w:rsidR="00003039" w:rsidRPr="00137372" w:rsidRDefault="00003039" w:rsidP="00F24E64">
            <w:pPr>
              <w:spacing w:line="0" w:lineRule="atLeast"/>
              <w:jc w:val="right"/>
              <w:rPr>
                <w:sz w:val="22"/>
              </w:rPr>
            </w:pPr>
            <w:r w:rsidRPr="00137372">
              <w:rPr>
                <w:rFonts w:hint="eastAsia"/>
                <w:sz w:val="22"/>
              </w:rPr>
              <w:t>円</w:t>
            </w:r>
          </w:p>
        </w:tc>
      </w:tr>
    </w:tbl>
    <w:p w14:paraId="7D26FC18" w14:textId="10961712" w:rsidR="00D555EE" w:rsidRDefault="009C3C4E" w:rsidP="00504084">
      <w:pPr>
        <w:spacing w:afterLines="25" w:after="90" w:line="0" w:lineRule="atLeast"/>
        <w:jc w:val="left"/>
        <w:rPr>
          <w:b/>
          <w:sz w:val="20"/>
          <w:szCs w:val="20"/>
        </w:rPr>
      </w:pPr>
      <w:r>
        <w:rPr>
          <w:rFonts w:asciiTheme="majorEastAsia" w:eastAsiaTheme="majorEastAsia" w:hAnsiTheme="majorEastAsia" w:cstheme="majorEastAsia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E16698" wp14:editId="64FD9B3F">
                <wp:simplePos x="0" y="0"/>
                <wp:positionH relativeFrom="margin">
                  <wp:posOffset>2769235</wp:posOffset>
                </wp:positionH>
                <wp:positionV relativeFrom="paragraph">
                  <wp:posOffset>166370</wp:posOffset>
                </wp:positionV>
                <wp:extent cx="3929380" cy="304800"/>
                <wp:effectExtent l="0" t="171450" r="13970" b="19050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9380" cy="304800"/>
                        </a:xfrm>
                        <a:prstGeom prst="wedgeRoundRectCallout">
                          <a:avLst>
                            <a:gd name="adj1" fmla="val 19746"/>
                            <a:gd name="adj2" fmla="val -10223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19D681" w14:textId="0EB80C98" w:rsidR="003B78A0" w:rsidRPr="00CE642F" w:rsidRDefault="003B78A0" w:rsidP="00074796">
                            <w:pPr>
                              <w:spacing w:line="240" w:lineRule="exact"/>
                              <w:jc w:val="right"/>
                              <w:rPr>
                                <w:color w:val="000000" w:themeColor="text1"/>
                                <w:sz w:val="14"/>
                              </w:rPr>
                            </w:pPr>
                            <w:r w:rsidRPr="00CE642F">
                              <w:rPr>
                                <w:rFonts w:hint="eastAsia"/>
                                <w:b/>
                                <w:color w:val="000000" w:themeColor="text1"/>
                                <w:sz w:val="20"/>
                                <w:szCs w:val="24"/>
                              </w:rPr>
                              <w:t>使っていない項目については、</w:t>
                            </w:r>
                            <w:r w:rsidRPr="008C17AB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「０円」</w:t>
                            </w:r>
                            <w:r w:rsidRPr="00CE642F">
                              <w:rPr>
                                <w:rFonts w:hint="eastAsia"/>
                                <w:b/>
                                <w:color w:val="000000" w:themeColor="text1"/>
                                <w:sz w:val="20"/>
                                <w:szCs w:val="24"/>
                              </w:rPr>
                              <w:t>と記入してください。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E1669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" o:spid="_x0000_s1029" type="#_x0000_t62" style="position:absolute;margin-left:218.05pt;margin-top:13.1pt;width:309.4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" adj="15065,-11282" fillcolor="white [3212]" strokecolor="#243f60 [1604]" strokeweight="2pt">
                <v:textbox>
                  <w:txbxContent>
                    <w:p w14:paraId="1A19D681" w14:textId="0EB80C98" w:rsidR="003B78A0" w:rsidRPr="00CE642F" w:rsidRDefault="003B78A0" w:rsidP="00074796">
                      <w:pPr>
                        <w:spacing w:line="240" w:lineRule="exact"/>
                        <w:jc w:val="right"/>
                        <w:rPr>
                          <w:color w:val="000000" w:themeColor="text1"/>
                          <w:sz w:val="14"/>
                        </w:rPr>
                      </w:pPr>
                      <w:r w:rsidRPr="00CE642F">
                        <w:rPr>
                          <w:rFonts w:hint="eastAsia"/>
                          <w:b/>
                          <w:color w:val="000000" w:themeColor="text1"/>
                          <w:sz w:val="20"/>
                          <w:szCs w:val="24"/>
                        </w:rPr>
                        <w:t>使っていない項目については、</w:t>
                      </w:r>
                      <w:r w:rsidRPr="008C17AB"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>「０円」</w:t>
                      </w:r>
                      <w:r w:rsidRPr="00CE642F">
                        <w:rPr>
                          <w:rFonts w:hint="eastAsia"/>
                          <w:b/>
                          <w:color w:val="000000" w:themeColor="text1"/>
                          <w:sz w:val="20"/>
                          <w:szCs w:val="24"/>
                        </w:rPr>
                        <w:t>と記入してください。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ED53C4" w14:textId="50776CCF" w:rsidR="003A32B2" w:rsidRDefault="003A32B2" w:rsidP="003A32B2">
      <w:pPr>
        <w:spacing w:afterLines="50" w:after="180" w:line="0" w:lineRule="atLeast"/>
        <w:jc w:val="left"/>
        <w:rPr>
          <w:b/>
          <w:sz w:val="24"/>
          <w:szCs w:val="24"/>
        </w:rPr>
      </w:pPr>
    </w:p>
    <w:p w14:paraId="286029A4" w14:textId="65439777" w:rsidR="003B78A0" w:rsidRDefault="00B84D86" w:rsidP="009C3C4E">
      <w:pPr>
        <w:spacing w:beforeLines="100" w:before="360" w:line="0" w:lineRule="atLeast"/>
        <w:ind w:left="1200" w:rightChars="-162" w:right="-340" w:hangingChars="500" w:hanging="1200"/>
        <w:jc w:val="left"/>
        <w:rPr>
          <w:b/>
          <w:sz w:val="24"/>
          <w:szCs w:val="24"/>
        </w:rPr>
      </w:pPr>
      <w:r w:rsidRPr="00A10DC2">
        <w:rPr>
          <w:rFonts w:hint="eastAsia"/>
          <w:b/>
          <w:sz w:val="24"/>
          <w:szCs w:val="24"/>
        </w:rPr>
        <w:t>◆問</w:t>
      </w:r>
      <w:r>
        <w:rPr>
          <w:rFonts w:hint="eastAsia"/>
          <w:b/>
          <w:sz w:val="24"/>
          <w:szCs w:val="24"/>
        </w:rPr>
        <w:t>８</w:t>
      </w:r>
      <w:r w:rsidRPr="00A10DC2">
        <w:rPr>
          <w:rFonts w:hint="eastAsia"/>
          <w:b/>
          <w:sz w:val="24"/>
          <w:szCs w:val="24"/>
        </w:rPr>
        <w:t>◆</w:t>
      </w:r>
      <w:r w:rsidR="003C5D23">
        <w:rPr>
          <w:rFonts w:hint="eastAsia"/>
          <w:b/>
          <w:sz w:val="24"/>
          <w:szCs w:val="24"/>
        </w:rPr>
        <w:t xml:space="preserve"> </w:t>
      </w:r>
      <w:r w:rsidR="00A358F3" w:rsidRPr="00A358F3">
        <w:rPr>
          <w:rFonts w:hint="eastAsia"/>
          <w:b/>
          <w:sz w:val="24"/>
          <w:szCs w:val="24"/>
        </w:rPr>
        <w:t>今</w:t>
      </w:r>
      <w:r w:rsidR="001E7345">
        <w:rPr>
          <w:rFonts w:hint="eastAsia"/>
          <w:b/>
          <w:sz w:val="24"/>
          <w:szCs w:val="24"/>
        </w:rPr>
        <w:t>回、国際会議</w:t>
      </w:r>
      <w:r w:rsidR="003B78A0">
        <w:rPr>
          <w:rFonts w:hint="eastAsia"/>
          <w:b/>
          <w:sz w:val="24"/>
          <w:szCs w:val="24"/>
        </w:rPr>
        <w:t>を横須賀で開催されて</w:t>
      </w:r>
      <w:r w:rsidRPr="00A358F3">
        <w:rPr>
          <w:rFonts w:hint="eastAsia"/>
          <w:b/>
          <w:sz w:val="24"/>
          <w:szCs w:val="24"/>
        </w:rPr>
        <w:t>どの程度満足</w:t>
      </w:r>
      <w:r w:rsidR="003B78A0">
        <w:rPr>
          <w:rFonts w:hint="eastAsia"/>
          <w:b/>
          <w:sz w:val="24"/>
          <w:szCs w:val="24"/>
        </w:rPr>
        <w:t>され</w:t>
      </w:r>
      <w:r w:rsidRPr="00A358F3">
        <w:rPr>
          <w:rFonts w:hint="eastAsia"/>
          <w:b/>
          <w:sz w:val="24"/>
          <w:szCs w:val="24"/>
        </w:rPr>
        <w:t>ましたか</w:t>
      </w:r>
    </w:p>
    <w:p w14:paraId="3C3B9B31" w14:textId="483EB2DA" w:rsidR="00B84D86" w:rsidRPr="00A358F3" w:rsidRDefault="00A358F3" w:rsidP="003B78A0">
      <w:pPr>
        <w:spacing w:line="0" w:lineRule="atLeast"/>
        <w:ind w:leftChars="500" w:left="1050" w:rightChars="-162" w:right="-340"/>
        <w:jc w:val="left"/>
        <w:rPr>
          <w:b/>
          <w:sz w:val="24"/>
          <w:szCs w:val="24"/>
        </w:rPr>
      </w:pPr>
      <w:r w:rsidRPr="00A358F3">
        <w:rPr>
          <w:rFonts w:hint="eastAsia"/>
          <w:b/>
          <w:sz w:val="24"/>
          <w:szCs w:val="24"/>
        </w:rPr>
        <w:t>（</w:t>
      </w:r>
      <w:r w:rsidR="003B78A0">
        <w:rPr>
          <w:rFonts w:hint="eastAsia"/>
          <w:b/>
          <w:sz w:val="24"/>
          <w:szCs w:val="24"/>
        </w:rPr>
        <w:t>お気持ちに</w:t>
      </w:r>
      <w:r w:rsidR="00B84D86" w:rsidRPr="00A358F3">
        <w:rPr>
          <w:rFonts w:hint="eastAsia"/>
          <w:b/>
          <w:sz w:val="24"/>
          <w:szCs w:val="24"/>
        </w:rPr>
        <w:t>最も当てはまるものに○をつけてください</w:t>
      </w:r>
      <w:r w:rsidRPr="00A358F3">
        <w:rPr>
          <w:rFonts w:hint="eastAsia"/>
          <w:b/>
          <w:sz w:val="24"/>
          <w:szCs w:val="24"/>
        </w:rPr>
        <w:t>）</w:t>
      </w:r>
    </w:p>
    <w:tbl>
      <w:tblPr>
        <w:tblStyle w:val="a3"/>
        <w:tblW w:w="10369" w:type="dxa"/>
        <w:tblInd w:w="392" w:type="dxa"/>
        <w:tblLook w:val="04A0" w:firstRow="1" w:lastRow="0" w:firstColumn="1" w:lastColumn="0" w:noHBand="0" w:noVBand="1"/>
      </w:tblPr>
      <w:tblGrid>
        <w:gridCol w:w="2013"/>
        <w:gridCol w:w="1671"/>
        <w:gridCol w:w="1671"/>
        <w:gridCol w:w="1671"/>
        <w:gridCol w:w="1671"/>
        <w:gridCol w:w="1672"/>
      </w:tblGrid>
      <w:tr w:rsidR="00B84D86" w:rsidRPr="00265207" w14:paraId="2DC87B6E" w14:textId="77777777" w:rsidTr="009C3C4E">
        <w:trPr>
          <w:trHeight w:val="794"/>
        </w:trPr>
        <w:tc>
          <w:tcPr>
            <w:tcW w:w="201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BD7866" w14:textId="20B70270" w:rsidR="00B84D86" w:rsidRPr="00137372" w:rsidRDefault="003B78A0" w:rsidP="003B78A0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/>
                <w:b/>
                <w:sz w:val="22"/>
              </w:rPr>
            </w:pPr>
            <w:r w:rsidRPr="00137372">
              <w:rPr>
                <w:rFonts w:hint="eastAsia"/>
                <w:b/>
                <w:sz w:val="22"/>
              </w:rPr>
              <w:t>満足度</w:t>
            </w:r>
          </w:p>
        </w:tc>
        <w:tc>
          <w:tcPr>
            <w:tcW w:w="1671" w:type="dxa"/>
            <w:shd w:val="clear" w:color="auto" w:fill="FFFFFF" w:themeFill="background1"/>
            <w:vAlign w:val="center"/>
          </w:tcPr>
          <w:p w14:paraId="5BB221AA" w14:textId="571D2C42" w:rsidR="00B84D86" w:rsidRDefault="00B84D86" w:rsidP="009C3C4E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非常に満足</w:t>
            </w:r>
          </w:p>
        </w:tc>
        <w:tc>
          <w:tcPr>
            <w:tcW w:w="1671" w:type="dxa"/>
            <w:shd w:val="clear" w:color="auto" w:fill="FFFFFF" w:themeFill="background1"/>
            <w:vAlign w:val="center"/>
          </w:tcPr>
          <w:p w14:paraId="4C2FC600" w14:textId="1537D64B" w:rsidR="00B84D86" w:rsidRDefault="00B84D86" w:rsidP="009C3C4E">
            <w:pPr>
              <w:spacing w:line="0" w:lineRule="atLeast"/>
              <w:ind w:firstLineChars="16" w:firstLine="32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やや満足</w:t>
            </w:r>
          </w:p>
        </w:tc>
        <w:tc>
          <w:tcPr>
            <w:tcW w:w="1671" w:type="dxa"/>
            <w:shd w:val="clear" w:color="auto" w:fill="FFFFFF" w:themeFill="background1"/>
            <w:vAlign w:val="center"/>
          </w:tcPr>
          <w:p w14:paraId="5FCBBD1F" w14:textId="77777777" w:rsidR="00B84D86" w:rsidRDefault="00B84D86" w:rsidP="00B84D86">
            <w:pPr>
              <w:spacing w:line="0" w:lineRule="atLeast"/>
              <w:ind w:firstLineChars="16" w:firstLine="32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普通</w:t>
            </w:r>
          </w:p>
        </w:tc>
        <w:tc>
          <w:tcPr>
            <w:tcW w:w="1671" w:type="dxa"/>
            <w:shd w:val="clear" w:color="auto" w:fill="FFFFFF" w:themeFill="background1"/>
            <w:vAlign w:val="center"/>
          </w:tcPr>
          <w:p w14:paraId="32720952" w14:textId="1A24A775" w:rsidR="00B84D86" w:rsidRDefault="00B84D86" w:rsidP="009C3C4E">
            <w:pPr>
              <w:spacing w:line="0" w:lineRule="atLeast"/>
              <w:ind w:firstLineChars="16" w:firstLine="32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やや不満</w:t>
            </w:r>
          </w:p>
        </w:tc>
        <w:tc>
          <w:tcPr>
            <w:tcW w:w="1672" w:type="dxa"/>
            <w:shd w:val="clear" w:color="auto" w:fill="FFFFFF" w:themeFill="background1"/>
            <w:vAlign w:val="center"/>
          </w:tcPr>
          <w:p w14:paraId="2DA1A876" w14:textId="0B38ED6D" w:rsidR="00B84D86" w:rsidRDefault="00B84D86" w:rsidP="009C3C4E">
            <w:pPr>
              <w:spacing w:line="0" w:lineRule="atLeast"/>
              <w:ind w:firstLineChars="16" w:firstLine="32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非常に不満</w:t>
            </w:r>
          </w:p>
        </w:tc>
      </w:tr>
    </w:tbl>
    <w:p w14:paraId="19476EB1" w14:textId="323B31F0" w:rsidR="00B84D86" w:rsidRDefault="00CF5B0B" w:rsidP="003A32B2">
      <w:pPr>
        <w:spacing w:afterLines="50" w:after="180" w:line="0" w:lineRule="atLeast"/>
        <w:jc w:val="left"/>
        <w:rPr>
          <w:b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BD3E89" wp14:editId="328A8AB1">
                <wp:simplePos x="0" y="0"/>
                <wp:positionH relativeFrom="margin">
                  <wp:posOffset>321310</wp:posOffset>
                </wp:positionH>
                <wp:positionV relativeFrom="paragraph">
                  <wp:posOffset>200660</wp:posOffset>
                </wp:positionV>
                <wp:extent cx="6644005" cy="304800"/>
                <wp:effectExtent l="0" t="209550" r="23495" b="19050"/>
                <wp:wrapNone/>
                <wp:docPr id="3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4005" cy="304800"/>
                        </a:xfrm>
                        <a:prstGeom prst="wedgeRoundRectCallout">
                          <a:avLst>
                            <a:gd name="adj1" fmla="val 31775"/>
                            <a:gd name="adj2" fmla="val -117857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8B3D30A" w14:textId="57CFB8D0" w:rsidR="003B78A0" w:rsidRPr="00CE642F" w:rsidRDefault="003B78A0" w:rsidP="005A4BF7">
                            <w:pPr>
                              <w:spacing w:line="240" w:lineRule="exact"/>
                              <w:jc w:val="right"/>
                              <w:rPr>
                                <w:color w:val="000000" w:themeColor="text1"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0"/>
                                <w:szCs w:val="24"/>
                              </w:rPr>
                              <w:t>よろしければ不満に思った点や改善点などを</w:t>
                            </w:r>
                            <w:r w:rsidRPr="00E806AC">
                              <w:rPr>
                                <w:rFonts w:hint="eastAsia"/>
                                <w:b/>
                                <w:color w:val="000000" w:themeColor="text1"/>
                                <w:sz w:val="20"/>
                                <w:szCs w:val="24"/>
                                <w:u w:val="single"/>
                              </w:rPr>
                              <w:t>自由記入欄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0"/>
                                <w:szCs w:val="24"/>
                              </w:rPr>
                              <w:t>にご</w:t>
                            </w:r>
                            <w:r w:rsidRPr="00CE642F">
                              <w:rPr>
                                <w:rFonts w:hint="eastAsia"/>
                                <w:b/>
                                <w:color w:val="000000" w:themeColor="text1"/>
                                <w:sz w:val="20"/>
                                <w:szCs w:val="24"/>
                              </w:rPr>
                              <w:t>記入ください。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0"/>
                                <w:szCs w:val="24"/>
                              </w:rPr>
                              <w:t>今後の参考にさせていただきます。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D3E89" id="_x0000_s1030" type="#_x0000_t62" style="position:absolute;margin-left:25.3pt;margin-top:15.8pt;width:523.15pt;height:24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" adj="17663,-14657" fillcolor="window" strokecolor="#385d8a" strokeweight="2pt">
                <v:textbox>
                  <w:txbxContent>
                    <w:p w14:paraId="58B3D30A" w14:textId="57CFB8D0" w:rsidR="003B78A0" w:rsidRPr="00CE642F" w:rsidRDefault="003B78A0" w:rsidP="005A4BF7">
                      <w:pPr>
                        <w:spacing w:line="240" w:lineRule="exact"/>
                        <w:jc w:val="right"/>
                        <w:rPr>
                          <w:color w:val="000000" w:themeColor="text1"/>
                          <w:sz w:val="14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0"/>
                          <w:szCs w:val="24"/>
                        </w:rPr>
                        <w:t>よろしければ不満に思った点や改善点などを</w:t>
                      </w:r>
                      <w:r w:rsidRPr="00E806AC">
                        <w:rPr>
                          <w:rFonts w:hint="eastAsia"/>
                          <w:b/>
                          <w:color w:val="000000" w:themeColor="text1"/>
                          <w:sz w:val="20"/>
                          <w:szCs w:val="24"/>
                          <w:u w:val="single"/>
                        </w:rPr>
                        <w:t>自由記入欄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20"/>
                          <w:szCs w:val="24"/>
                        </w:rPr>
                        <w:t>にご</w:t>
                      </w:r>
                      <w:r w:rsidRPr="00CE642F">
                        <w:rPr>
                          <w:rFonts w:hint="eastAsia"/>
                          <w:b/>
                          <w:color w:val="000000" w:themeColor="text1"/>
                          <w:sz w:val="20"/>
                          <w:szCs w:val="24"/>
                        </w:rPr>
                        <w:t>記入ください。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20"/>
                          <w:szCs w:val="24"/>
                        </w:rPr>
                        <w:t>今後の参考にさせていただきます。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96F932" w14:textId="4DFE5CCE" w:rsidR="005A4BF7" w:rsidRDefault="005A4BF7" w:rsidP="007A08DB">
      <w:pPr>
        <w:rPr>
          <w:b/>
          <w:sz w:val="24"/>
          <w:szCs w:val="24"/>
        </w:rPr>
      </w:pPr>
    </w:p>
    <w:p w14:paraId="4ED6C11E" w14:textId="6B8E1410" w:rsidR="00F06093" w:rsidRDefault="00831C10" w:rsidP="009C3C4E">
      <w:pPr>
        <w:spacing w:beforeLines="50" w:before="180"/>
        <w:rPr>
          <w:b/>
          <w:sz w:val="22"/>
        </w:rPr>
      </w:pPr>
      <w:r w:rsidRPr="00A10DC2">
        <w:rPr>
          <w:rFonts w:hint="eastAsia"/>
          <w:b/>
          <w:sz w:val="24"/>
          <w:szCs w:val="24"/>
        </w:rPr>
        <w:t>◆問</w:t>
      </w:r>
      <w:r w:rsidR="00CF5B0B">
        <w:rPr>
          <w:rFonts w:hint="eastAsia"/>
          <w:b/>
          <w:sz w:val="24"/>
          <w:szCs w:val="24"/>
        </w:rPr>
        <w:t>９</w:t>
      </w:r>
      <w:r w:rsidRPr="00A10DC2">
        <w:rPr>
          <w:rFonts w:hint="eastAsia"/>
          <w:b/>
          <w:sz w:val="24"/>
          <w:szCs w:val="24"/>
        </w:rPr>
        <w:t>◆</w:t>
      </w:r>
      <w:r w:rsidR="003C5D23"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自由記入欄（その他</w:t>
      </w:r>
      <w:r w:rsidR="00EE5407">
        <w:rPr>
          <w:rFonts w:hint="eastAsia"/>
          <w:b/>
          <w:sz w:val="24"/>
          <w:szCs w:val="24"/>
        </w:rPr>
        <w:t>、</w:t>
      </w:r>
      <w:r w:rsidR="00D11B93">
        <w:rPr>
          <w:rFonts w:hint="eastAsia"/>
          <w:b/>
          <w:sz w:val="24"/>
          <w:szCs w:val="24"/>
        </w:rPr>
        <w:t>お気付き</w:t>
      </w:r>
      <w:r>
        <w:rPr>
          <w:rFonts w:hint="eastAsia"/>
          <w:b/>
          <w:sz w:val="24"/>
          <w:szCs w:val="24"/>
        </w:rPr>
        <w:t>の点</w:t>
      </w:r>
      <w:r w:rsidR="00241E60">
        <w:rPr>
          <w:rFonts w:hint="eastAsia"/>
          <w:b/>
          <w:sz w:val="24"/>
          <w:szCs w:val="24"/>
        </w:rPr>
        <w:t>など</w:t>
      </w:r>
      <w:r w:rsidR="009C3C4E"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sz w:val="24"/>
          <w:szCs w:val="24"/>
        </w:rPr>
        <w:t>ご記入</w:t>
      </w:r>
      <w:r w:rsidR="009C3C4E">
        <w:rPr>
          <w:rFonts w:hint="eastAsia"/>
          <w:b/>
          <w:sz w:val="24"/>
          <w:szCs w:val="24"/>
        </w:rPr>
        <w:t>お願いします</w:t>
      </w:r>
      <w:r w:rsidR="00074796">
        <w:rPr>
          <w:rFonts w:hint="eastAsia"/>
          <w:b/>
          <w:sz w:val="24"/>
          <w:szCs w:val="24"/>
        </w:rPr>
        <w:t>）</w:t>
      </w:r>
    </w:p>
    <w:p w14:paraId="1FBB83D4" w14:textId="6E056BD8" w:rsidR="007A08DB" w:rsidRDefault="009C3C4E" w:rsidP="007A08DB">
      <w:pPr>
        <w:rPr>
          <w:b/>
          <w:sz w:val="22"/>
        </w:rPr>
      </w:pPr>
      <w:r>
        <w:rPr>
          <w:rFonts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A70CBC" wp14:editId="2C2AB899">
                <wp:simplePos x="0" y="0"/>
                <wp:positionH relativeFrom="column">
                  <wp:posOffset>168910</wp:posOffset>
                </wp:positionH>
                <wp:positionV relativeFrom="paragraph">
                  <wp:posOffset>25401</wp:posOffset>
                </wp:positionV>
                <wp:extent cx="6748780" cy="2381250"/>
                <wp:effectExtent l="0" t="0" r="13970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8780" cy="2381250"/>
                        </a:xfrm>
                        <a:prstGeom prst="bracketPair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BE827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13.3pt;margin-top:2pt;width:531.4pt;height:18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" strokecolor="black [3040]" strokeweight="1.5pt"/>
            </w:pict>
          </mc:Fallback>
        </mc:AlternateContent>
      </w:r>
    </w:p>
    <w:p w14:paraId="77BD0D04" w14:textId="77777777" w:rsidR="00831C10" w:rsidRDefault="00831C10" w:rsidP="007A08DB">
      <w:pPr>
        <w:rPr>
          <w:b/>
          <w:sz w:val="22"/>
        </w:rPr>
      </w:pPr>
    </w:p>
    <w:p w14:paraId="2AA94AB7" w14:textId="77777777" w:rsidR="00F06093" w:rsidRDefault="00F06093" w:rsidP="007A08DB">
      <w:pPr>
        <w:rPr>
          <w:b/>
          <w:sz w:val="22"/>
        </w:rPr>
      </w:pPr>
    </w:p>
    <w:p w14:paraId="3BA4167D" w14:textId="5BB37BD7" w:rsidR="00831C10" w:rsidRDefault="00831C10" w:rsidP="007A08DB">
      <w:pPr>
        <w:rPr>
          <w:b/>
          <w:sz w:val="22"/>
        </w:rPr>
      </w:pPr>
    </w:p>
    <w:p w14:paraId="14ECC2D3" w14:textId="77777777" w:rsidR="003A32B2" w:rsidRDefault="003A32B2" w:rsidP="007A08DB">
      <w:pPr>
        <w:rPr>
          <w:b/>
          <w:sz w:val="22"/>
        </w:rPr>
      </w:pPr>
    </w:p>
    <w:p w14:paraId="53AD6B82" w14:textId="6F186F87" w:rsidR="00EE5407" w:rsidRDefault="00EE5407" w:rsidP="00241E60">
      <w:pPr>
        <w:spacing w:beforeLines="50" w:before="180" w:line="240" w:lineRule="exact"/>
        <w:jc w:val="left"/>
        <w:rPr>
          <w:b/>
          <w:sz w:val="22"/>
        </w:rPr>
      </w:pPr>
    </w:p>
    <w:p w14:paraId="177B7D8A" w14:textId="778BD565" w:rsidR="00241E60" w:rsidRPr="00CF5B0B" w:rsidRDefault="00241E60" w:rsidP="00241E60">
      <w:pPr>
        <w:spacing w:beforeLines="50" w:before="180" w:line="240" w:lineRule="exact"/>
        <w:jc w:val="left"/>
        <w:rPr>
          <w:b/>
          <w:sz w:val="22"/>
        </w:rPr>
      </w:pPr>
    </w:p>
    <w:p w14:paraId="4A8681B8" w14:textId="252B5DC4" w:rsidR="00241E60" w:rsidRDefault="00241E60" w:rsidP="00241E60">
      <w:pPr>
        <w:spacing w:beforeLines="50" w:before="180" w:line="240" w:lineRule="exact"/>
        <w:jc w:val="left"/>
        <w:rPr>
          <w:b/>
          <w:sz w:val="22"/>
        </w:rPr>
      </w:pPr>
    </w:p>
    <w:p w14:paraId="404CC2F7" w14:textId="77777777" w:rsidR="009C3C4E" w:rsidRDefault="009C3C4E" w:rsidP="009C3C4E">
      <w:pPr>
        <w:spacing w:beforeLines="100" w:before="360" w:line="240" w:lineRule="exact"/>
        <w:jc w:val="left"/>
        <w:rPr>
          <w:b/>
          <w:sz w:val="22"/>
        </w:rPr>
      </w:pPr>
    </w:p>
    <w:p w14:paraId="20FF823E" w14:textId="5BE05612" w:rsidR="002B2171" w:rsidRPr="00F06093" w:rsidRDefault="00FC6910" w:rsidP="009C3C4E">
      <w:pPr>
        <w:spacing w:beforeLines="150" w:before="540" w:line="240" w:lineRule="exact"/>
        <w:ind w:rightChars="121" w:right="254"/>
        <w:jc w:val="center"/>
        <w:rPr>
          <w:b/>
          <w:sz w:val="22"/>
        </w:rPr>
      </w:pPr>
      <w:r>
        <w:rPr>
          <w:rFonts w:hint="eastAsia"/>
          <w:b/>
          <w:sz w:val="22"/>
        </w:rPr>
        <w:t>●〇</w:t>
      </w:r>
      <w:r w:rsidR="00EB16D1">
        <w:rPr>
          <w:rFonts w:hint="eastAsia"/>
          <w:b/>
          <w:sz w:val="22"/>
        </w:rPr>
        <w:t>●〇●</w:t>
      </w:r>
      <w:r w:rsidR="003B270D">
        <w:rPr>
          <w:rFonts w:hint="eastAsia"/>
          <w:b/>
          <w:sz w:val="22"/>
        </w:rPr>
        <w:t>以上で</w:t>
      </w:r>
      <w:r w:rsidR="002B2171" w:rsidRPr="002B2171">
        <w:rPr>
          <w:rFonts w:hint="eastAsia"/>
          <w:b/>
          <w:sz w:val="22"/>
        </w:rPr>
        <w:t>アンケート</w:t>
      </w:r>
      <w:r w:rsidR="00EB16D1">
        <w:rPr>
          <w:rFonts w:hint="eastAsia"/>
          <w:b/>
          <w:sz w:val="22"/>
        </w:rPr>
        <w:t>調査</w:t>
      </w:r>
      <w:r w:rsidR="002B2171" w:rsidRPr="002B2171">
        <w:rPr>
          <w:rFonts w:hint="eastAsia"/>
          <w:b/>
          <w:sz w:val="22"/>
        </w:rPr>
        <w:t>は</w:t>
      </w:r>
      <w:r w:rsidR="003B270D">
        <w:rPr>
          <w:rFonts w:hint="eastAsia"/>
          <w:b/>
          <w:sz w:val="22"/>
        </w:rPr>
        <w:t>終了</w:t>
      </w:r>
      <w:r w:rsidR="002B2171" w:rsidRPr="002B2171">
        <w:rPr>
          <w:rFonts w:hint="eastAsia"/>
          <w:b/>
          <w:sz w:val="22"/>
        </w:rPr>
        <w:t>です。ご協力</w:t>
      </w:r>
      <w:r w:rsidR="008A5EC6">
        <w:rPr>
          <w:rFonts w:hint="eastAsia"/>
          <w:b/>
          <w:sz w:val="22"/>
        </w:rPr>
        <w:t>いただき、誠に</w:t>
      </w:r>
      <w:r w:rsidR="00EB16D1">
        <w:rPr>
          <w:rFonts w:hint="eastAsia"/>
          <w:b/>
          <w:sz w:val="22"/>
        </w:rPr>
        <w:t>ありがとうございました。●〇●</w:t>
      </w:r>
      <w:r>
        <w:rPr>
          <w:rFonts w:hint="eastAsia"/>
          <w:b/>
          <w:sz w:val="22"/>
        </w:rPr>
        <w:t>〇●</w:t>
      </w:r>
    </w:p>
    <w:sectPr w:rsidR="002B2171" w:rsidRPr="00F06093" w:rsidSect="005A4BF7">
      <w:headerReference w:type="default" r:id="rId9"/>
      <w:headerReference w:type="first" r:id="rId10"/>
      <w:pgSz w:w="11906" w:h="16838"/>
      <w:pgMar w:top="1005" w:right="140" w:bottom="284" w:left="454" w:header="284" w:footer="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9215C" w14:textId="77777777" w:rsidR="003B78A0" w:rsidRDefault="003B78A0" w:rsidP="00334E6D">
      <w:r>
        <w:separator/>
      </w:r>
    </w:p>
  </w:endnote>
  <w:endnote w:type="continuationSeparator" w:id="0">
    <w:p w14:paraId="3ED0C714" w14:textId="77777777" w:rsidR="003B78A0" w:rsidRDefault="003B78A0" w:rsidP="00334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83D5E1" w14:textId="77777777" w:rsidR="003B78A0" w:rsidRDefault="003B78A0" w:rsidP="00334E6D">
      <w:r>
        <w:separator/>
      </w:r>
    </w:p>
  </w:footnote>
  <w:footnote w:type="continuationSeparator" w:id="0">
    <w:p w14:paraId="492C2266" w14:textId="77777777" w:rsidR="003B78A0" w:rsidRDefault="003B78A0" w:rsidP="00334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E90CA" w14:textId="77777777" w:rsidR="003B78A0" w:rsidRDefault="003B78A0">
    <w:pPr>
      <w:pStyle w:val="a4"/>
    </w:pPr>
  </w:p>
  <w:p w14:paraId="748578CF" w14:textId="77777777" w:rsidR="003B78A0" w:rsidRDefault="003B78A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1E7C9" w14:textId="77777777" w:rsidR="003B78A0" w:rsidRDefault="003B78A0">
    <w:pPr>
      <w:pStyle w:val="a4"/>
    </w:pPr>
  </w:p>
  <w:tbl>
    <w:tblPr>
      <w:tblStyle w:val="a3"/>
      <w:tblW w:w="2778" w:type="dxa"/>
      <w:tblInd w:w="8217" w:type="dxa"/>
      <w:tblLook w:val="04A0" w:firstRow="1" w:lastRow="0" w:firstColumn="1" w:lastColumn="0" w:noHBand="0" w:noVBand="1"/>
    </w:tblPr>
    <w:tblGrid>
      <w:gridCol w:w="964"/>
      <w:gridCol w:w="1814"/>
    </w:tblGrid>
    <w:tr w:rsidR="003B78A0" w14:paraId="0609DD35" w14:textId="77777777" w:rsidTr="003C39E6">
      <w:trPr>
        <w:trHeight w:val="454"/>
      </w:trPr>
      <w:tc>
        <w:tcPr>
          <w:tcW w:w="964" w:type="dxa"/>
          <w:shd w:val="clear" w:color="auto" w:fill="D9D9D9" w:themeFill="background1" w:themeFillShade="D9"/>
          <w:vAlign w:val="center"/>
        </w:tcPr>
        <w:p w14:paraId="59D5C968" w14:textId="77777777" w:rsidR="003B78A0" w:rsidRDefault="003B78A0" w:rsidP="00442152">
          <w:pPr>
            <w:pStyle w:val="a4"/>
            <w:jc w:val="center"/>
          </w:pPr>
          <w:r w:rsidRPr="00442152">
            <w:rPr>
              <w:rFonts w:hint="eastAsia"/>
              <w:sz w:val="24"/>
            </w:rPr>
            <w:t>No</w:t>
          </w:r>
        </w:p>
      </w:tc>
      <w:tc>
        <w:tcPr>
          <w:tcW w:w="1814" w:type="dxa"/>
          <w:vAlign w:val="center"/>
        </w:tcPr>
        <w:p w14:paraId="799C8E3E" w14:textId="1109FA2C" w:rsidR="003B78A0" w:rsidRDefault="003B78A0" w:rsidP="00442152">
          <w:pPr>
            <w:pStyle w:val="a4"/>
            <w:jc w:val="center"/>
          </w:pPr>
        </w:p>
      </w:tc>
    </w:tr>
  </w:tbl>
  <w:p w14:paraId="4377F752" w14:textId="77777777" w:rsidR="003B78A0" w:rsidRDefault="003B78A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D667B6"/>
    <w:multiLevelType w:val="hybridMultilevel"/>
    <w:tmpl w:val="9BA0EC3E"/>
    <w:lvl w:ilvl="0" w:tplc="68F644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4081888"/>
    <w:multiLevelType w:val="hybridMultilevel"/>
    <w:tmpl w:val="40F46180"/>
    <w:lvl w:ilvl="0" w:tplc="FA985DC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62A0AA1"/>
    <w:multiLevelType w:val="hybridMultilevel"/>
    <w:tmpl w:val="84646E22"/>
    <w:lvl w:ilvl="0" w:tplc="6AC8ED3A">
      <w:start w:val="1"/>
      <w:numFmt w:val="decimalEnclosedCircle"/>
      <w:lvlText w:val="%1"/>
      <w:lvlJc w:val="left"/>
      <w:pPr>
        <w:ind w:left="6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20"/>
      </w:pPr>
    </w:lvl>
    <w:lvl w:ilvl="3" w:tplc="0409000F" w:tentative="1">
      <w:start w:val="1"/>
      <w:numFmt w:val="decimal"/>
      <w:lvlText w:val="%4."/>
      <w:lvlJc w:val="left"/>
      <w:pPr>
        <w:ind w:left="1951" w:hanging="420"/>
      </w:pPr>
    </w:lvl>
    <w:lvl w:ilvl="4" w:tplc="04090017" w:tentative="1">
      <w:start w:val="1"/>
      <w:numFmt w:val="aiueoFullWidth"/>
      <w:lvlText w:val="(%5)"/>
      <w:lvlJc w:val="left"/>
      <w:pPr>
        <w:ind w:left="23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1" w:hanging="420"/>
      </w:pPr>
    </w:lvl>
    <w:lvl w:ilvl="6" w:tplc="0409000F" w:tentative="1">
      <w:start w:val="1"/>
      <w:numFmt w:val="decimal"/>
      <w:lvlText w:val="%7."/>
      <w:lvlJc w:val="left"/>
      <w:pPr>
        <w:ind w:left="3211" w:hanging="420"/>
      </w:pPr>
    </w:lvl>
    <w:lvl w:ilvl="7" w:tplc="04090017" w:tentative="1">
      <w:start w:val="1"/>
      <w:numFmt w:val="aiueoFullWidth"/>
      <w:lvlText w:val="(%8)"/>
      <w:lvlJc w:val="left"/>
      <w:pPr>
        <w:ind w:left="36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1" w:hanging="420"/>
      </w:pPr>
    </w:lvl>
  </w:abstractNum>
  <w:abstractNum w:abstractNumId="3" w15:restartNumberingAfterBreak="0">
    <w:nsid w:val="4BC347E8"/>
    <w:multiLevelType w:val="hybridMultilevel"/>
    <w:tmpl w:val="C7EAD91A"/>
    <w:lvl w:ilvl="0" w:tplc="B2F630FE">
      <w:start w:val="1"/>
      <w:numFmt w:val="decimalEnclosedCircle"/>
      <w:lvlText w:val="%1"/>
      <w:lvlJc w:val="left"/>
      <w:pPr>
        <w:ind w:left="6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20"/>
      </w:pPr>
    </w:lvl>
    <w:lvl w:ilvl="3" w:tplc="0409000F" w:tentative="1">
      <w:start w:val="1"/>
      <w:numFmt w:val="decimal"/>
      <w:lvlText w:val="%4."/>
      <w:lvlJc w:val="left"/>
      <w:pPr>
        <w:ind w:left="1951" w:hanging="420"/>
      </w:pPr>
    </w:lvl>
    <w:lvl w:ilvl="4" w:tplc="04090017" w:tentative="1">
      <w:start w:val="1"/>
      <w:numFmt w:val="aiueoFullWidth"/>
      <w:lvlText w:val="(%5)"/>
      <w:lvlJc w:val="left"/>
      <w:pPr>
        <w:ind w:left="23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1" w:hanging="420"/>
      </w:pPr>
    </w:lvl>
    <w:lvl w:ilvl="6" w:tplc="0409000F" w:tentative="1">
      <w:start w:val="1"/>
      <w:numFmt w:val="decimal"/>
      <w:lvlText w:val="%7."/>
      <w:lvlJc w:val="left"/>
      <w:pPr>
        <w:ind w:left="3211" w:hanging="420"/>
      </w:pPr>
    </w:lvl>
    <w:lvl w:ilvl="7" w:tplc="04090017" w:tentative="1">
      <w:start w:val="1"/>
      <w:numFmt w:val="aiueoFullWidth"/>
      <w:lvlText w:val="(%8)"/>
      <w:lvlJc w:val="left"/>
      <w:pPr>
        <w:ind w:left="36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1" w:hanging="420"/>
      </w:pPr>
    </w:lvl>
  </w:abstractNum>
  <w:abstractNum w:abstractNumId="4" w15:restartNumberingAfterBreak="0">
    <w:nsid w:val="72B146C5"/>
    <w:multiLevelType w:val="hybridMultilevel"/>
    <w:tmpl w:val="3738ECF4"/>
    <w:lvl w:ilvl="0" w:tplc="11D8E9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8064EAA"/>
    <w:multiLevelType w:val="hybridMultilevel"/>
    <w:tmpl w:val="A1DABEDA"/>
    <w:lvl w:ilvl="0" w:tplc="40962616">
      <w:start w:val="1"/>
      <w:numFmt w:val="decimalEnclosedCircle"/>
      <w:lvlText w:val="%1"/>
      <w:lvlJc w:val="left"/>
      <w:pPr>
        <w:ind w:left="271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7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71" w:hanging="420"/>
      </w:pPr>
    </w:lvl>
    <w:lvl w:ilvl="3" w:tplc="0409000F" w:tentative="1">
      <w:start w:val="1"/>
      <w:numFmt w:val="decimal"/>
      <w:lvlText w:val="%4."/>
      <w:lvlJc w:val="left"/>
      <w:pPr>
        <w:ind w:left="1591" w:hanging="420"/>
      </w:pPr>
    </w:lvl>
    <w:lvl w:ilvl="4" w:tplc="04090017" w:tentative="1">
      <w:start w:val="1"/>
      <w:numFmt w:val="aiueoFullWidth"/>
      <w:lvlText w:val="(%5)"/>
      <w:lvlJc w:val="left"/>
      <w:pPr>
        <w:ind w:left="20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31" w:hanging="420"/>
      </w:pPr>
    </w:lvl>
    <w:lvl w:ilvl="6" w:tplc="0409000F" w:tentative="1">
      <w:start w:val="1"/>
      <w:numFmt w:val="decimal"/>
      <w:lvlText w:val="%7."/>
      <w:lvlJc w:val="left"/>
      <w:pPr>
        <w:ind w:left="2851" w:hanging="420"/>
      </w:pPr>
    </w:lvl>
    <w:lvl w:ilvl="7" w:tplc="04090017" w:tentative="1">
      <w:start w:val="1"/>
      <w:numFmt w:val="aiueoFullWidth"/>
      <w:lvlText w:val="(%8)"/>
      <w:lvlJc w:val="left"/>
      <w:pPr>
        <w:ind w:left="32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91" w:hanging="42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E6D"/>
    <w:rsid w:val="00001301"/>
    <w:rsid w:val="00001B02"/>
    <w:rsid w:val="00001DD6"/>
    <w:rsid w:val="00003039"/>
    <w:rsid w:val="00003B62"/>
    <w:rsid w:val="00003EBD"/>
    <w:rsid w:val="000046CD"/>
    <w:rsid w:val="000049C4"/>
    <w:rsid w:val="00005FA3"/>
    <w:rsid w:val="00006249"/>
    <w:rsid w:val="00006D55"/>
    <w:rsid w:val="00006D87"/>
    <w:rsid w:val="000120B8"/>
    <w:rsid w:val="00015014"/>
    <w:rsid w:val="000156A1"/>
    <w:rsid w:val="00017098"/>
    <w:rsid w:val="00017DCE"/>
    <w:rsid w:val="00022F92"/>
    <w:rsid w:val="00024C78"/>
    <w:rsid w:val="000262D7"/>
    <w:rsid w:val="00031BB3"/>
    <w:rsid w:val="00033601"/>
    <w:rsid w:val="0003383A"/>
    <w:rsid w:val="00035FFE"/>
    <w:rsid w:val="0003632E"/>
    <w:rsid w:val="00040FCA"/>
    <w:rsid w:val="0004166F"/>
    <w:rsid w:val="00041F8E"/>
    <w:rsid w:val="000422F1"/>
    <w:rsid w:val="0004322A"/>
    <w:rsid w:val="00043A41"/>
    <w:rsid w:val="00044589"/>
    <w:rsid w:val="000450CA"/>
    <w:rsid w:val="0004524A"/>
    <w:rsid w:val="00047EF3"/>
    <w:rsid w:val="000502B3"/>
    <w:rsid w:val="00050924"/>
    <w:rsid w:val="00050FAA"/>
    <w:rsid w:val="000539DC"/>
    <w:rsid w:val="000542E5"/>
    <w:rsid w:val="00055A3E"/>
    <w:rsid w:val="00055F48"/>
    <w:rsid w:val="000567BF"/>
    <w:rsid w:val="0006235F"/>
    <w:rsid w:val="00062F38"/>
    <w:rsid w:val="0006329C"/>
    <w:rsid w:val="00063E1A"/>
    <w:rsid w:val="00066014"/>
    <w:rsid w:val="00066DE4"/>
    <w:rsid w:val="000679F9"/>
    <w:rsid w:val="00072086"/>
    <w:rsid w:val="0007291D"/>
    <w:rsid w:val="000730E1"/>
    <w:rsid w:val="00074796"/>
    <w:rsid w:val="00076A35"/>
    <w:rsid w:val="00076B96"/>
    <w:rsid w:val="00076D10"/>
    <w:rsid w:val="0007742F"/>
    <w:rsid w:val="00077FE8"/>
    <w:rsid w:val="000806E2"/>
    <w:rsid w:val="00082055"/>
    <w:rsid w:val="000834CD"/>
    <w:rsid w:val="000835F6"/>
    <w:rsid w:val="00083C0F"/>
    <w:rsid w:val="000849BE"/>
    <w:rsid w:val="00085597"/>
    <w:rsid w:val="00085EF0"/>
    <w:rsid w:val="000904C7"/>
    <w:rsid w:val="000905A0"/>
    <w:rsid w:val="000933B6"/>
    <w:rsid w:val="00093AEA"/>
    <w:rsid w:val="000966E0"/>
    <w:rsid w:val="000A271D"/>
    <w:rsid w:val="000A2CBB"/>
    <w:rsid w:val="000A2E22"/>
    <w:rsid w:val="000A5BD0"/>
    <w:rsid w:val="000A710D"/>
    <w:rsid w:val="000B0BC5"/>
    <w:rsid w:val="000B2F27"/>
    <w:rsid w:val="000B331C"/>
    <w:rsid w:val="000B413A"/>
    <w:rsid w:val="000B4DB1"/>
    <w:rsid w:val="000B56B1"/>
    <w:rsid w:val="000B5DE7"/>
    <w:rsid w:val="000B7895"/>
    <w:rsid w:val="000B7C4C"/>
    <w:rsid w:val="000C1756"/>
    <w:rsid w:val="000C29EF"/>
    <w:rsid w:val="000C3887"/>
    <w:rsid w:val="000C4169"/>
    <w:rsid w:val="000C5DB0"/>
    <w:rsid w:val="000C5ECF"/>
    <w:rsid w:val="000D0671"/>
    <w:rsid w:val="000D2E6C"/>
    <w:rsid w:val="000D357A"/>
    <w:rsid w:val="000D35F1"/>
    <w:rsid w:val="000D36D7"/>
    <w:rsid w:val="000D3B23"/>
    <w:rsid w:val="000D4E0F"/>
    <w:rsid w:val="000D5E87"/>
    <w:rsid w:val="000D627E"/>
    <w:rsid w:val="000D62CF"/>
    <w:rsid w:val="000D62F8"/>
    <w:rsid w:val="000D6446"/>
    <w:rsid w:val="000D6613"/>
    <w:rsid w:val="000D774F"/>
    <w:rsid w:val="000E0411"/>
    <w:rsid w:val="000E0C26"/>
    <w:rsid w:val="000E0F88"/>
    <w:rsid w:val="000E10D3"/>
    <w:rsid w:val="000E1FCA"/>
    <w:rsid w:val="000E2177"/>
    <w:rsid w:val="000E3781"/>
    <w:rsid w:val="000E468C"/>
    <w:rsid w:val="000E5C46"/>
    <w:rsid w:val="000E67AB"/>
    <w:rsid w:val="000E6F6C"/>
    <w:rsid w:val="000E749F"/>
    <w:rsid w:val="000E782A"/>
    <w:rsid w:val="000F1A51"/>
    <w:rsid w:val="000F3F51"/>
    <w:rsid w:val="000F4485"/>
    <w:rsid w:val="000F469E"/>
    <w:rsid w:val="000F6709"/>
    <w:rsid w:val="000F69BF"/>
    <w:rsid w:val="000F7961"/>
    <w:rsid w:val="000F7B3F"/>
    <w:rsid w:val="0010088B"/>
    <w:rsid w:val="001008F5"/>
    <w:rsid w:val="00101060"/>
    <w:rsid w:val="001045ED"/>
    <w:rsid w:val="001101DD"/>
    <w:rsid w:val="00110892"/>
    <w:rsid w:val="00110CBA"/>
    <w:rsid w:val="001135C9"/>
    <w:rsid w:val="0011365B"/>
    <w:rsid w:val="00113BE3"/>
    <w:rsid w:val="0011679A"/>
    <w:rsid w:val="00117A33"/>
    <w:rsid w:val="00120D25"/>
    <w:rsid w:val="00121B78"/>
    <w:rsid w:val="00123626"/>
    <w:rsid w:val="001237BA"/>
    <w:rsid w:val="00123BA9"/>
    <w:rsid w:val="001252EF"/>
    <w:rsid w:val="00126A1B"/>
    <w:rsid w:val="001275C5"/>
    <w:rsid w:val="00131E64"/>
    <w:rsid w:val="0013593F"/>
    <w:rsid w:val="001369AE"/>
    <w:rsid w:val="00137372"/>
    <w:rsid w:val="0014055B"/>
    <w:rsid w:val="00140BA6"/>
    <w:rsid w:val="00140F59"/>
    <w:rsid w:val="00141FCE"/>
    <w:rsid w:val="00142071"/>
    <w:rsid w:val="001435CA"/>
    <w:rsid w:val="001454DF"/>
    <w:rsid w:val="00147DD9"/>
    <w:rsid w:val="0015056D"/>
    <w:rsid w:val="0015060B"/>
    <w:rsid w:val="00151263"/>
    <w:rsid w:val="0015143E"/>
    <w:rsid w:val="001520AA"/>
    <w:rsid w:val="001522CE"/>
    <w:rsid w:val="00153350"/>
    <w:rsid w:val="0015343E"/>
    <w:rsid w:val="00153626"/>
    <w:rsid w:val="00154751"/>
    <w:rsid w:val="001565B6"/>
    <w:rsid w:val="00156ED0"/>
    <w:rsid w:val="00157764"/>
    <w:rsid w:val="00160403"/>
    <w:rsid w:val="001610EC"/>
    <w:rsid w:val="001617D4"/>
    <w:rsid w:val="00161D3C"/>
    <w:rsid w:val="00162053"/>
    <w:rsid w:val="001632BD"/>
    <w:rsid w:val="001635DC"/>
    <w:rsid w:val="00163FBE"/>
    <w:rsid w:val="00164912"/>
    <w:rsid w:val="00165915"/>
    <w:rsid w:val="00166E6A"/>
    <w:rsid w:val="00167EA8"/>
    <w:rsid w:val="00170F31"/>
    <w:rsid w:val="00171D63"/>
    <w:rsid w:val="0017284A"/>
    <w:rsid w:val="001728A1"/>
    <w:rsid w:val="00172950"/>
    <w:rsid w:val="00173605"/>
    <w:rsid w:val="00173B6E"/>
    <w:rsid w:val="00176788"/>
    <w:rsid w:val="00180595"/>
    <w:rsid w:val="00180FC4"/>
    <w:rsid w:val="001819FE"/>
    <w:rsid w:val="00181B40"/>
    <w:rsid w:val="0018424E"/>
    <w:rsid w:val="001854CF"/>
    <w:rsid w:val="001864CD"/>
    <w:rsid w:val="0018774F"/>
    <w:rsid w:val="001900C3"/>
    <w:rsid w:val="001915B5"/>
    <w:rsid w:val="001918B1"/>
    <w:rsid w:val="00191C09"/>
    <w:rsid w:val="00193765"/>
    <w:rsid w:val="0019479C"/>
    <w:rsid w:val="00194993"/>
    <w:rsid w:val="00196E3E"/>
    <w:rsid w:val="00197BF5"/>
    <w:rsid w:val="00197C1F"/>
    <w:rsid w:val="001A1697"/>
    <w:rsid w:val="001A270D"/>
    <w:rsid w:val="001A29E5"/>
    <w:rsid w:val="001A3DB1"/>
    <w:rsid w:val="001A4EFB"/>
    <w:rsid w:val="001A68D3"/>
    <w:rsid w:val="001B0B0C"/>
    <w:rsid w:val="001B10A5"/>
    <w:rsid w:val="001B1CCC"/>
    <w:rsid w:val="001B2E95"/>
    <w:rsid w:val="001B30E1"/>
    <w:rsid w:val="001B3618"/>
    <w:rsid w:val="001C328E"/>
    <w:rsid w:val="001C3C0E"/>
    <w:rsid w:val="001C489B"/>
    <w:rsid w:val="001C4CB4"/>
    <w:rsid w:val="001C73A5"/>
    <w:rsid w:val="001C76CF"/>
    <w:rsid w:val="001D1E5E"/>
    <w:rsid w:val="001D2422"/>
    <w:rsid w:val="001D2605"/>
    <w:rsid w:val="001D476B"/>
    <w:rsid w:val="001D48C3"/>
    <w:rsid w:val="001D6213"/>
    <w:rsid w:val="001D6EE7"/>
    <w:rsid w:val="001E0289"/>
    <w:rsid w:val="001E034F"/>
    <w:rsid w:val="001E180B"/>
    <w:rsid w:val="001E5151"/>
    <w:rsid w:val="001E5424"/>
    <w:rsid w:val="001E5FB7"/>
    <w:rsid w:val="001E6D8C"/>
    <w:rsid w:val="001E7345"/>
    <w:rsid w:val="001F0550"/>
    <w:rsid w:val="001F1104"/>
    <w:rsid w:val="001F395A"/>
    <w:rsid w:val="001F5828"/>
    <w:rsid w:val="001F650D"/>
    <w:rsid w:val="001F7CDB"/>
    <w:rsid w:val="00200591"/>
    <w:rsid w:val="002012A2"/>
    <w:rsid w:val="0020178C"/>
    <w:rsid w:val="00201CF4"/>
    <w:rsid w:val="00201F02"/>
    <w:rsid w:val="00202AA4"/>
    <w:rsid w:val="002066B0"/>
    <w:rsid w:val="00210544"/>
    <w:rsid w:val="00210EA1"/>
    <w:rsid w:val="00210FC7"/>
    <w:rsid w:val="00213A46"/>
    <w:rsid w:val="00221F15"/>
    <w:rsid w:val="00222D3D"/>
    <w:rsid w:val="00222D91"/>
    <w:rsid w:val="002267A5"/>
    <w:rsid w:val="00226F20"/>
    <w:rsid w:val="00227662"/>
    <w:rsid w:val="00231F2C"/>
    <w:rsid w:val="00232494"/>
    <w:rsid w:val="00233AC8"/>
    <w:rsid w:val="002348A9"/>
    <w:rsid w:val="00234AD9"/>
    <w:rsid w:val="0024096D"/>
    <w:rsid w:val="00240DDD"/>
    <w:rsid w:val="00241E60"/>
    <w:rsid w:val="00242F79"/>
    <w:rsid w:val="002439EA"/>
    <w:rsid w:val="002449CE"/>
    <w:rsid w:val="00245C4F"/>
    <w:rsid w:val="0024722A"/>
    <w:rsid w:val="00247817"/>
    <w:rsid w:val="00247DB1"/>
    <w:rsid w:val="002515B7"/>
    <w:rsid w:val="00252CCF"/>
    <w:rsid w:val="00253575"/>
    <w:rsid w:val="00254A9F"/>
    <w:rsid w:val="002551F7"/>
    <w:rsid w:val="0025589E"/>
    <w:rsid w:val="0025763E"/>
    <w:rsid w:val="00257764"/>
    <w:rsid w:val="00264F4A"/>
    <w:rsid w:val="002650C2"/>
    <w:rsid w:val="00265207"/>
    <w:rsid w:val="00265324"/>
    <w:rsid w:val="00271C0E"/>
    <w:rsid w:val="00273D20"/>
    <w:rsid w:val="00274E41"/>
    <w:rsid w:val="00277393"/>
    <w:rsid w:val="00277D70"/>
    <w:rsid w:val="002808F8"/>
    <w:rsid w:val="00280C28"/>
    <w:rsid w:val="00280E10"/>
    <w:rsid w:val="002829F8"/>
    <w:rsid w:val="00283354"/>
    <w:rsid w:val="00284733"/>
    <w:rsid w:val="00290333"/>
    <w:rsid w:val="00290D1D"/>
    <w:rsid w:val="00290EAF"/>
    <w:rsid w:val="002919DF"/>
    <w:rsid w:val="00292590"/>
    <w:rsid w:val="00292CB2"/>
    <w:rsid w:val="00295160"/>
    <w:rsid w:val="002978FA"/>
    <w:rsid w:val="002A0345"/>
    <w:rsid w:val="002A07F7"/>
    <w:rsid w:val="002A0F87"/>
    <w:rsid w:val="002A2E48"/>
    <w:rsid w:val="002A3025"/>
    <w:rsid w:val="002A5DB8"/>
    <w:rsid w:val="002A676C"/>
    <w:rsid w:val="002A7360"/>
    <w:rsid w:val="002B04AE"/>
    <w:rsid w:val="002B058F"/>
    <w:rsid w:val="002B1207"/>
    <w:rsid w:val="002B148B"/>
    <w:rsid w:val="002B19D9"/>
    <w:rsid w:val="002B1C36"/>
    <w:rsid w:val="002B2171"/>
    <w:rsid w:val="002B2788"/>
    <w:rsid w:val="002B2A88"/>
    <w:rsid w:val="002B3CD3"/>
    <w:rsid w:val="002B3FC8"/>
    <w:rsid w:val="002B52E5"/>
    <w:rsid w:val="002B5CF2"/>
    <w:rsid w:val="002B6E88"/>
    <w:rsid w:val="002B7596"/>
    <w:rsid w:val="002C045B"/>
    <w:rsid w:val="002C1090"/>
    <w:rsid w:val="002C24DE"/>
    <w:rsid w:val="002C46EA"/>
    <w:rsid w:val="002C52B8"/>
    <w:rsid w:val="002C7DD7"/>
    <w:rsid w:val="002D1BB1"/>
    <w:rsid w:val="002D30A3"/>
    <w:rsid w:val="002D3412"/>
    <w:rsid w:val="002D3808"/>
    <w:rsid w:val="002D3BEF"/>
    <w:rsid w:val="002D3E48"/>
    <w:rsid w:val="002D4AC5"/>
    <w:rsid w:val="002D5086"/>
    <w:rsid w:val="002D587C"/>
    <w:rsid w:val="002D6CD3"/>
    <w:rsid w:val="002D79EE"/>
    <w:rsid w:val="002D7DC9"/>
    <w:rsid w:val="002D7E23"/>
    <w:rsid w:val="002E3D34"/>
    <w:rsid w:val="002E44B4"/>
    <w:rsid w:val="002E4E6E"/>
    <w:rsid w:val="002E6DCC"/>
    <w:rsid w:val="002E6F2D"/>
    <w:rsid w:val="002F0611"/>
    <w:rsid w:val="002F1887"/>
    <w:rsid w:val="002F2035"/>
    <w:rsid w:val="002F48E4"/>
    <w:rsid w:val="002F52BF"/>
    <w:rsid w:val="002F5852"/>
    <w:rsid w:val="002F6350"/>
    <w:rsid w:val="00300FDC"/>
    <w:rsid w:val="0030157C"/>
    <w:rsid w:val="003021CD"/>
    <w:rsid w:val="0030362B"/>
    <w:rsid w:val="00303EA7"/>
    <w:rsid w:val="003040E1"/>
    <w:rsid w:val="00304D6F"/>
    <w:rsid w:val="0030508E"/>
    <w:rsid w:val="003058AA"/>
    <w:rsid w:val="00306206"/>
    <w:rsid w:val="00306944"/>
    <w:rsid w:val="00306E3C"/>
    <w:rsid w:val="003107FA"/>
    <w:rsid w:val="003138D9"/>
    <w:rsid w:val="003141BE"/>
    <w:rsid w:val="00314834"/>
    <w:rsid w:val="00314DA1"/>
    <w:rsid w:val="00314DAA"/>
    <w:rsid w:val="0031518D"/>
    <w:rsid w:val="003203AC"/>
    <w:rsid w:val="00320ED8"/>
    <w:rsid w:val="003219F3"/>
    <w:rsid w:val="00321B16"/>
    <w:rsid w:val="00324278"/>
    <w:rsid w:val="0032611D"/>
    <w:rsid w:val="003266A5"/>
    <w:rsid w:val="00327ED6"/>
    <w:rsid w:val="00330BA1"/>
    <w:rsid w:val="00332387"/>
    <w:rsid w:val="0033283E"/>
    <w:rsid w:val="00333D20"/>
    <w:rsid w:val="00334E6D"/>
    <w:rsid w:val="00336F07"/>
    <w:rsid w:val="00337D8A"/>
    <w:rsid w:val="00337ED4"/>
    <w:rsid w:val="003405A4"/>
    <w:rsid w:val="00341854"/>
    <w:rsid w:val="00343817"/>
    <w:rsid w:val="00344DFC"/>
    <w:rsid w:val="0034526E"/>
    <w:rsid w:val="0035027E"/>
    <w:rsid w:val="003509F3"/>
    <w:rsid w:val="00350D22"/>
    <w:rsid w:val="003516B0"/>
    <w:rsid w:val="00356C09"/>
    <w:rsid w:val="00356EC2"/>
    <w:rsid w:val="00357768"/>
    <w:rsid w:val="00357B4E"/>
    <w:rsid w:val="00360AC5"/>
    <w:rsid w:val="003615A0"/>
    <w:rsid w:val="00363159"/>
    <w:rsid w:val="0036321F"/>
    <w:rsid w:val="00363AF7"/>
    <w:rsid w:val="0036455D"/>
    <w:rsid w:val="003734E8"/>
    <w:rsid w:val="00373A7B"/>
    <w:rsid w:val="003748B4"/>
    <w:rsid w:val="003748E6"/>
    <w:rsid w:val="00375F8E"/>
    <w:rsid w:val="0037681E"/>
    <w:rsid w:val="0038028A"/>
    <w:rsid w:val="00380337"/>
    <w:rsid w:val="00380666"/>
    <w:rsid w:val="00381186"/>
    <w:rsid w:val="00382C75"/>
    <w:rsid w:val="00383A26"/>
    <w:rsid w:val="0038426C"/>
    <w:rsid w:val="00384393"/>
    <w:rsid w:val="00385398"/>
    <w:rsid w:val="00385935"/>
    <w:rsid w:val="003859C9"/>
    <w:rsid w:val="00386BF6"/>
    <w:rsid w:val="003901F7"/>
    <w:rsid w:val="0039070F"/>
    <w:rsid w:val="00390F71"/>
    <w:rsid w:val="00391B7E"/>
    <w:rsid w:val="00391F02"/>
    <w:rsid w:val="00392111"/>
    <w:rsid w:val="003923CC"/>
    <w:rsid w:val="00392418"/>
    <w:rsid w:val="00393DBD"/>
    <w:rsid w:val="00394194"/>
    <w:rsid w:val="003942BA"/>
    <w:rsid w:val="00394E5D"/>
    <w:rsid w:val="003950A5"/>
    <w:rsid w:val="00396644"/>
    <w:rsid w:val="00396E5B"/>
    <w:rsid w:val="00397E67"/>
    <w:rsid w:val="00397F37"/>
    <w:rsid w:val="003A24ED"/>
    <w:rsid w:val="003A305D"/>
    <w:rsid w:val="003A32B2"/>
    <w:rsid w:val="003A37AF"/>
    <w:rsid w:val="003A5702"/>
    <w:rsid w:val="003A5C28"/>
    <w:rsid w:val="003A76A3"/>
    <w:rsid w:val="003B0ADC"/>
    <w:rsid w:val="003B13F0"/>
    <w:rsid w:val="003B270D"/>
    <w:rsid w:val="003B348E"/>
    <w:rsid w:val="003B38CE"/>
    <w:rsid w:val="003B440C"/>
    <w:rsid w:val="003B4530"/>
    <w:rsid w:val="003B4A17"/>
    <w:rsid w:val="003B4B2B"/>
    <w:rsid w:val="003B5A34"/>
    <w:rsid w:val="003B606D"/>
    <w:rsid w:val="003B738E"/>
    <w:rsid w:val="003B744A"/>
    <w:rsid w:val="003B748A"/>
    <w:rsid w:val="003B78A0"/>
    <w:rsid w:val="003C001C"/>
    <w:rsid w:val="003C0977"/>
    <w:rsid w:val="003C39E6"/>
    <w:rsid w:val="003C3E93"/>
    <w:rsid w:val="003C47A6"/>
    <w:rsid w:val="003C5BF8"/>
    <w:rsid w:val="003C5D23"/>
    <w:rsid w:val="003C5D43"/>
    <w:rsid w:val="003C6CEF"/>
    <w:rsid w:val="003C75DF"/>
    <w:rsid w:val="003D080E"/>
    <w:rsid w:val="003D1190"/>
    <w:rsid w:val="003D1DDF"/>
    <w:rsid w:val="003D2B56"/>
    <w:rsid w:val="003D3334"/>
    <w:rsid w:val="003D3DD5"/>
    <w:rsid w:val="003D3E76"/>
    <w:rsid w:val="003D41BD"/>
    <w:rsid w:val="003D42AC"/>
    <w:rsid w:val="003D42B5"/>
    <w:rsid w:val="003D645B"/>
    <w:rsid w:val="003D730F"/>
    <w:rsid w:val="003D7D5C"/>
    <w:rsid w:val="003E1178"/>
    <w:rsid w:val="003E2BBA"/>
    <w:rsid w:val="003E38F4"/>
    <w:rsid w:val="003E453B"/>
    <w:rsid w:val="003E5470"/>
    <w:rsid w:val="003E7D3B"/>
    <w:rsid w:val="003F0539"/>
    <w:rsid w:val="003F0826"/>
    <w:rsid w:val="003F1157"/>
    <w:rsid w:val="003F184F"/>
    <w:rsid w:val="003F1CB2"/>
    <w:rsid w:val="003F2070"/>
    <w:rsid w:val="003F27A5"/>
    <w:rsid w:val="003F2CCD"/>
    <w:rsid w:val="003F2DE8"/>
    <w:rsid w:val="003F40A1"/>
    <w:rsid w:val="003F441F"/>
    <w:rsid w:val="003F4A73"/>
    <w:rsid w:val="003F5065"/>
    <w:rsid w:val="004003C2"/>
    <w:rsid w:val="004010FE"/>
    <w:rsid w:val="00401F37"/>
    <w:rsid w:val="00403A33"/>
    <w:rsid w:val="0040425F"/>
    <w:rsid w:val="00405477"/>
    <w:rsid w:val="00405659"/>
    <w:rsid w:val="00405C98"/>
    <w:rsid w:val="004060E1"/>
    <w:rsid w:val="00412AC6"/>
    <w:rsid w:val="00413223"/>
    <w:rsid w:val="004136DB"/>
    <w:rsid w:val="004138C4"/>
    <w:rsid w:val="004152F6"/>
    <w:rsid w:val="00415B1A"/>
    <w:rsid w:val="00417986"/>
    <w:rsid w:val="00420FC7"/>
    <w:rsid w:val="0042301B"/>
    <w:rsid w:val="00423906"/>
    <w:rsid w:val="00424298"/>
    <w:rsid w:val="004242B5"/>
    <w:rsid w:val="0042455B"/>
    <w:rsid w:val="004274EE"/>
    <w:rsid w:val="00427761"/>
    <w:rsid w:val="004277B2"/>
    <w:rsid w:val="00431C90"/>
    <w:rsid w:val="00432AFC"/>
    <w:rsid w:val="00433652"/>
    <w:rsid w:val="004343BF"/>
    <w:rsid w:val="004344D1"/>
    <w:rsid w:val="0043498B"/>
    <w:rsid w:val="00434CD4"/>
    <w:rsid w:val="004350CF"/>
    <w:rsid w:val="00435164"/>
    <w:rsid w:val="00435D4F"/>
    <w:rsid w:val="00435EA0"/>
    <w:rsid w:val="0043608E"/>
    <w:rsid w:val="004364AF"/>
    <w:rsid w:val="004406EC"/>
    <w:rsid w:val="00442152"/>
    <w:rsid w:val="004437A7"/>
    <w:rsid w:val="00443910"/>
    <w:rsid w:val="00443A57"/>
    <w:rsid w:val="00444B48"/>
    <w:rsid w:val="00445746"/>
    <w:rsid w:val="00446CB3"/>
    <w:rsid w:val="004500A6"/>
    <w:rsid w:val="00450F61"/>
    <w:rsid w:val="00451761"/>
    <w:rsid w:val="0045353A"/>
    <w:rsid w:val="004542E9"/>
    <w:rsid w:val="004550B3"/>
    <w:rsid w:val="00456140"/>
    <w:rsid w:val="004561CB"/>
    <w:rsid w:val="004571E3"/>
    <w:rsid w:val="004616A1"/>
    <w:rsid w:val="004627D7"/>
    <w:rsid w:val="00464C55"/>
    <w:rsid w:val="00464F5D"/>
    <w:rsid w:val="00467A37"/>
    <w:rsid w:val="004709FC"/>
    <w:rsid w:val="00470A5E"/>
    <w:rsid w:val="00471E2E"/>
    <w:rsid w:val="00472755"/>
    <w:rsid w:val="00473600"/>
    <w:rsid w:val="00474373"/>
    <w:rsid w:val="0047589F"/>
    <w:rsid w:val="00476B4F"/>
    <w:rsid w:val="00477CBE"/>
    <w:rsid w:val="0048044F"/>
    <w:rsid w:val="004807B6"/>
    <w:rsid w:val="00480909"/>
    <w:rsid w:val="00480CA2"/>
    <w:rsid w:val="00480D42"/>
    <w:rsid w:val="0048486D"/>
    <w:rsid w:val="00485DDA"/>
    <w:rsid w:val="00486CFB"/>
    <w:rsid w:val="00487638"/>
    <w:rsid w:val="00490643"/>
    <w:rsid w:val="00490D44"/>
    <w:rsid w:val="00491AFA"/>
    <w:rsid w:val="00491F67"/>
    <w:rsid w:val="004921C8"/>
    <w:rsid w:val="004926EE"/>
    <w:rsid w:val="004930AC"/>
    <w:rsid w:val="00493A1D"/>
    <w:rsid w:val="004A1552"/>
    <w:rsid w:val="004A32BD"/>
    <w:rsid w:val="004A415B"/>
    <w:rsid w:val="004A497B"/>
    <w:rsid w:val="004A5769"/>
    <w:rsid w:val="004A5E7C"/>
    <w:rsid w:val="004A6BA0"/>
    <w:rsid w:val="004A76A2"/>
    <w:rsid w:val="004B38E4"/>
    <w:rsid w:val="004B4186"/>
    <w:rsid w:val="004B4265"/>
    <w:rsid w:val="004B44A7"/>
    <w:rsid w:val="004B45F0"/>
    <w:rsid w:val="004B67E0"/>
    <w:rsid w:val="004B77B0"/>
    <w:rsid w:val="004C008A"/>
    <w:rsid w:val="004C0BEF"/>
    <w:rsid w:val="004C0DA7"/>
    <w:rsid w:val="004C3BA3"/>
    <w:rsid w:val="004C41CD"/>
    <w:rsid w:val="004C52E4"/>
    <w:rsid w:val="004C6FA9"/>
    <w:rsid w:val="004C710A"/>
    <w:rsid w:val="004D153D"/>
    <w:rsid w:val="004D38D2"/>
    <w:rsid w:val="004D3DB8"/>
    <w:rsid w:val="004D451C"/>
    <w:rsid w:val="004D53EB"/>
    <w:rsid w:val="004D55D0"/>
    <w:rsid w:val="004D65C9"/>
    <w:rsid w:val="004D6ED4"/>
    <w:rsid w:val="004D764F"/>
    <w:rsid w:val="004E060D"/>
    <w:rsid w:val="004E14B2"/>
    <w:rsid w:val="004E1785"/>
    <w:rsid w:val="004E1DB5"/>
    <w:rsid w:val="004E28A9"/>
    <w:rsid w:val="004E414D"/>
    <w:rsid w:val="004E4467"/>
    <w:rsid w:val="004E652E"/>
    <w:rsid w:val="004E6AE1"/>
    <w:rsid w:val="004E6D87"/>
    <w:rsid w:val="004E7200"/>
    <w:rsid w:val="004F0572"/>
    <w:rsid w:val="004F1D95"/>
    <w:rsid w:val="004F29C1"/>
    <w:rsid w:val="004F5042"/>
    <w:rsid w:val="004F691F"/>
    <w:rsid w:val="00500ADA"/>
    <w:rsid w:val="005026F6"/>
    <w:rsid w:val="00503675"/>
    <w:rsid w:val="00504084"/>
    <w:rsid w:val="005059EB"/>
    <w:rsid w:val="00505E2A"/>
    <w:rsid w:val="00507302"/>
    <w:rsid w:val="005100DE"/>
    <w:rsid w:val="00510C32"/>
    <w:rsid w:val="0051695B"/>
    <w:rsid w:val="00516C51"/>
    <w:rsid w:val="005172CB"/>
    <w:rsid w:val="00517A14"/>
    <w:rsid w:val="00517DD9"/>
    <w:rsid w:val="00521727"/>
    <w:rsid w:val="00521A12"/>
    <w:rsid w:val="00522042"/>
    <w:rsid w:val="0052355F"/>
    <w:rsid w:val="0052583E"/>
    <w:rsid w:val="00525898"/>
    <w:rsid w:val="00525ED7"/>
    <w:rsid w:val="00526022"/>
    <w:rsid w:val="00526267"/>
    <w:rsid w:val="005265A4"/>
    <w:rsid w:val="00527DF4"/>
    <w:rsid w:val="00530EEB"/>
    <w:rsid w:val="0053113A"/>
    <w:rsid w:val="00533046"/>
    <w:rsid w:val="00533E05"/>
    <w:rsid w:val="00537F0D"/>
    <w:rsid w:val="0054037E"/>
    <w:rsid w:val="00540433"/>
    <w:rsid w:val="00540484"/>
    <w:rsid w:val="00541A29"/>
    <w:rsid w:val="00542BC7"/>
    <w:rsid w:val="0054324A"/>
    <w:rsid w:val="00544622"/>
    <w:rsid w:val="00546027"/>
    <w:rsid w:val="00546167"/>
    <w:rsid w:val="0054655B"/>
    <w:rsid w:val="005467C8"/>
    <w:rsid w:val="00546946"/>
    <w:rsid w:val="0055033D"/>
    <w:rsid w:val="0055218D"/>
    <w:rsid w:val="0055439E"/>
    <w:rsid w:val="00555BC7"/>
    <w:rsid w:val="005579A7"/>
    <w:rsid w:val="00557D1E"/>
    <w:rsid w:val="00560E0F"/>
    <w:rsid w:val="005633E2"/>
    <w:rsid w:val="00564771"/>
    <w:rsid w:val="00566065"/>
    <w:rsid w:val="00566666"/>
    <w:rsid w:val="00566C6D"/>
    <w:rsid w:val="005707BA"/>
    <w:rsid w:val="00570987"/>
    <w:rsid w:val="00571B6C"/>
    <w:rsid w:val="00571EB6"/>
    <w:rsid w:val="00573B19"/>
    <w:rsid w:val="00573FF9"/>
    <w:rsid w:val="00574E0C"/>
    <w:rsid w:val="00575886"/>
    <w:rsid w:val="005763AB"/>
    <w:rsid w:val="00577364"/>
    <w:rsid w:val="005776C9"/>
    <w:rsid w:val="0058010D"/>
    <w:rsid w:val="00580AF5"/>
    <w:rsid w:val="00580B60"/>
    <w:rsid w:val="00581254"/>
    <w:rsid w:val="005816CC"/>
    <w:rsid w:val="00582CB7"/>
    <w:rsid w:val="00582E1B"/>
    <w:rsid w:val="005831EA"/>
    <w:rsid w:val="0058373B"/>
    <w:rsid w:val="0058463D"/>
    <w:rsid w:val="00585745"/>
    <w:rsid w:val="00586C44"/>
    <w:rsid w:val="0059048C"/>
    <w:rsid w:val="005906EF"/>
    <w:rsid w:val="00592078"/>
    <w:rsid w:val="005926CD"/>
    <w:rsid w:val="00593819"/>
    <w:rsid w:val="00594C95"/>
    <w:rsid w:val="00596330"/>
    <w:rsid w:val="005978D6"/>
    <w:rsid w:val="00597FAF"/>
    <w:rsid w:val="005A0453"/>
    <w:rsid w:val="005A2511"/>
    <w:rsid w:val="005A4BF7"/>
    <w:rsid w:val="005A6019"/>
    <w:rsid w:val="005A665F"/>
    <w:rsid w:val="005A718C"/>
    <w:rsid w:val="005B1303"/>
    <w:rsid w:val="005B1506"/>
    <w:rsid w:val="005B2BAA"/>
    <w:rsid w:val="005B4C38"/>
    <w:rsid w:val="005B501D"/>
    <w:rsid w:val="005B5131"/>
    <w:rsid w:val="005B7DD2"/>
    <w:rsid w:val="005C0E70"/>
    <w:rsid w:val="005C110C"/>
    <w:rsid w:val="005C22EC"/>
    <w:rsid w:val="005C286C"/>
    <w:rsid w:val="005C44D6"/>
    <w:rsid w:val="005C46CC"/>
    <w:rsid w:val="005C4766"/>
    <w:rsid w:val="005C5ECB"/>
    <w:rsid w:val="005C5F30"/>
    <w:rsid w:val="005C6018"/>
    <w:rsid w:val="005C68A2"/>
    <w:rsid w:val="005C7AFC"/>
    <w:rsid w:val="005D13A8"/>
    <w:rsid w:val="005D17B6"/>
    <w:rsid w:val="005D1AC1"/>
    <w:rsid w:val="005D1FB3"/>
    <w:rsid w:val="005D25AE"/>
    <w:rsid w:val="005D3366"/>
    <w:rsid w:val="005D3F87"/>
    <w:rsid w:val="005D449E"/>
    <w:rsid w:val="005D5657"/>
    <w:rsid w:val="005D5AE3"/>
    <w:rsid w:val="005D6532"/>
    <w:rsid w:val="005E0E01"/>
    <w:rsid w:val="005E20D5"/>
    <w:rsid w:val="005E3457"/>
    <w:rsid w:val="005E365A"/>
    <w:rsid w:val="005E3CC1"/>
    <w:rsid w:val="005E4C97"/>
    <w:rsid w:val="005E4E58"/>
    <w:rsid w:val="005E5AE2"/>
    <w:rsid w:val="005E6B6D"/>
    <w:rsid w:val="005E76E1"/>
    <w:rsid w:val="005E77F5"/>
    <w:rsid w:val="005E7FCB"/>
    <w:rsid w:val="005F0B94"/>
    <w:rsid w:val="005F3C3C"/>
    <w:rsid w:val="005F5E2C"/>
    <w:rsid w:val="005F6211"/>
    <w:rsid w:val="005F68D5"/>
    <w:rsid w:val="005F7199"/>
    <w:rsid w:val="005F78B3"/>
    <w:rsid w:val="00600538"/>
    <w:rsid w:val="00601413"/>
    <w:rsid w:val="00602567"/>
    <w:rsid w:val="00602B56"/>
    <w:rsid w:val="006051CA"/>
    <w:rsid w:val="00605392"/>
    <w:rsid w:val="00605CC2"/>
    <w:rsid w:val="006066DC"/>
    <w:rsid w:val="0061139A"/>
    <w:rsid w:val="0061146A"/>
    <w:rsid w:val="00611DDD"/>
    <w:rsid w:val="0061419E"/>
    <w:rsid w:val="00614B8F"/>
    <w:rsid w:val="0061689B"/>
    <w:rsid w:val="00620771"/>
    <w:rsid w:val="006211DD"/>
    <w:rsid w:val="00621C45"/>
    <w:rsid w:val="00623715"/>
    <w:rsid w:val="00624C63"/>
    <w:rsid w:val="00624EC9"/>
    <w:rsid w:val="00626D57"/>
    <w:rsid w:val="00626F6E"/>
    <w:rsid w:val="00627272"/>
    <w:rsid w:val="006308B5"/>
    <w:rsid w:val="00630E75"/>
    <w:rsid w:val="00630FF7"/>
    <w:rsid w:val="006317DF"/>
    <w:rsid w:val="0063196C"/>
    <w:rsid w:val="00631DF1"/>
    <w:rsid w:val="00633560"/>
    <w:rsid w:val="00633C59"/>
    <w:rsid w:val="0063666F"/>
    <w:rsid w:val="00636F7C"/>
    <w:rsid w:val="00640632"/>
    <w:rsid w:val="00640993"/>
    <w:rsid w:val="00641290"/>
    <w:rsid w:val="00641B58"/>
    <w:rsid w:val="0064374E"/>
    <w:rsid w:val="0064430E"/>
    <w:rsid w:val="00644667"/>
    <w:rsid w:val="00646685"/>
    <w:rsid w:val="00646C3A"/>
    <w:rsid w:val="0065074D"/>
    <w:rsid w:val="00650EB0"/>
    <w:rsid w:val="0065382B"/>
    <w:rsid w:val="00654CF1"/>
    <w:rsid w:val="00657AED"/>
    <w:rsid w:val="0066328C"/>
    <w:rsid w:val="00663832"/>
    <w:rsid w:val="00663DD0"/>
    <w:rsid w:val="00665770"/>
    <w:rsid w:val="00665FF0"/>
    <w:rsid w:val="00666DD8"/>
    <w:rsid w:val="006675F1"/>
    <w:rsid w:val="006711B0"/>
    <w:rsid w:val="006715C5"/>
    <w:rsid w:val="00673A0A"/>
    <w:rsid w:val="00673FE2"/>
    <w:rsid w:val="0067571A"/>
    <w:rsid w:val="00677ABA"/>
    <w:rsid w:val="00682030"/>
    <w:rsid w:val="006844AA"/>
    <w:rsid w:val="00684819"/>
    <w:rsid w:val="00684AF9"/>
    <w:rsid w:val="00684CB5"/>
    <w:rsid w:val="00684FD0"/>
    <w:rsid w:val="0068687A"/>
    <w:rsid w:val="00686B9D"/>
    <w:rsid w:val="0068716C"/>
    <w:rsid w:val="0068725C"/>
    <w:rsid w:val="00687FEC"/>
    <w:rsid w:val="006910D0"/>
    <w:rsid w:val="00692FCA"/>
    <w:rsid w:val="006957F1"/>
    <w:rsid w:val="006A1282"/>
    <w:rsid w:val="006A1EC8"/>
    <w:rsid w:val="006A2B65"/>
    <w:rsid w:val="006A468F"/>
    <w:rsid w:val="006A4C8E"/>
    <w:rsid w:val="006A665A"/>
    <w:rsid w:val="006A6E35"/>
    <w:rsid w:val="006B02C8"/>
    <w:rsid w:val="006B18CA"/>
    <w:rsid w:val="006B4CDA"/>
    <w:rsid w:val="006B56B4"/>
    <w:rsid w:val="006B5960"/>
    <w:rsid w:val="006B5F75"/>
    <w:rsid w:val="006B6E83"/>
    <w:rsid w:val="006B71F8"/>
    <w:rsid w:val="006B73A4"/>
    <w:rsid w:val="006B7F75"/>
    <w:rsid w:val="006C318C"/>
    <w:rsid w:val="006C39F5"/>
    <w:rsid w:val="006C441F"/>
    <w:rsid w:val="006C5D42"/>
    <w:rsid w:val="006C5D73"/>
    <w:rsid w:val="006C617A"/>
    <w:rsid w:val="006C7086"/>
    <w:rsid w:val="006C7F0F"/>
    <w:rsid w:val="006D14E8"/>
    <w:rsid w:val="006D15E9"/>
    <w:rsid w:val="006D1EAB"/>
    <w:rsid w:val="006D2FEA"/>
    <w:rsid w:val="006D32C2"/>
    <w:rsid w:val="006D44EA"/>
    <w:rsid w:val="006D4525"/>
    <w:rsid w:val="006D7661"/>
    <w:rsid w:val="006D7986"/>
    <w:rsid w:val="006E093D"/>
    <w:rsid w:val="006E0D36"/>
    <w:rsid w:val="006E2E83"/>
    <w:rsid w:val="006E33A4"/>
    <w:rsid w:val="006E4999"/>
    <w:rsid w:val="006E4A4B"/>
    <w:rsid w:val="006E54FF"/>
    <w:rsid w:val="006E59F9"/>
    <w:rsid w:val="006E74CF"/>
    <w:rsid w:val="006E7675"/>
    <w:rsid w:val="006F0530"/>
    <w:rsid w:val="006F151E"/>
    <w:rsid w:val="006F1EFD"/>
    <w:rsid w:val="006F437C"/>
    <w:rsid w:val="006F5251"/>
    <w:rsid w:val="006F529D"/>
    <w:rsid w:val="006F59E0"/>
    <w:rsid w:val="006F5EE8"/>
    <w:rsid w:val="006F6602"/>
    <w:rsid w:val="006F6736"/>
    <w:rsid w:val="006F7E6B"/>
    <w:rsid w:val="006F7F2E"/>
    <w:rsid w:val="006F7F77"/>
    <w:rsid w:val="00700194"/>
    <w:rsid w:val="007003B5"/>
    <w:rsid w:val="00701221"/>
    <w:rsid w:val="0070148B"/>
    <w:rsid w:val="00701636"/>
    <w:rsid w:val="00701B61"/>
    <w:rsid w:val="00703AC7"/>
    <w:rsid w:val="0070424B"/>
    <w:rsid w:val="0070472F"/>
    <w:rsid w:val="00705C13"/>
    <w:rsid w:val="00707D1F"/>
    <w:rsid w:val="00712FE6"/>
    <w:rsid w:val="00713DB1"/>
    <w:rsid w:val="007156FE"/>
    <w:rsid w:val="00717669"/>
    <w:rsid w:val="00720396"/>
    <w:rsid w:val="00720E71"/>
    <w:rsid w:val="00721165"/>
    <w:rsid w:val="0072275D"/>
    <w:rsid w:val="00722930"/>
    <w:rsid w:val="0072320F"/>
    <w:rsid w:val="00723B85"/>
    <w:rsid w:val="00723E9D"/>
    <w:rsid w:val="0072652E"/>
    <w:rsid w:val="007268E0"/>
    <w:rsid w:val="00726906"/>
    <w:rsid w:val="00730991"/>
    <w:rsid w:val="0073194C"/>
    <w:rsid w:val="0073480A"/>
    <w:rsid w:val="0073693E"/>
    <w:rsid w:val="00740170"/>
    <w:rsid w:val="00741250"/>
    <w:rsid w:val="00741A07"/>
    <w:rsid w:val="00742904"/>
    <w:rsid w:val="00743700"/>
    <w:rsid w:val="00743E65"/>
    <w:rsid w:val="00744EBF"/>
    <w:rsid w:val="007453AF"/>
    <w:rsid w:val="007456AC"/>
    <w:rsid w:val="0074639C"/>
    <w:rsid w:val="00746C1C"/>
    <w:rsid w:val="007473E2"/>
    <w:rsid w:val="007475A8"/>
    <w:rsid w:val="00752096"/>
    <w:rsid w:val="0075582F"/>
    <w:rsid w:val="007559F4"/>
    <w:rsid w:val="0075696E"/>
    <w:rsid w:val="007574D5"/>
    <w:rsid w:val="00760568"/>
    <w:rsid w:val="00760661"/>
    <w:rsid w:val="00761E7F"/>
    <w:rsid w:val="007625A8"/>
    <w:rsid w:val="00763CA1"/>
    <w:rsid w:val="00764737"/>
    <w:rsid w:val="00765FAC"/>
    <w:rsid w:val="00766AC9"/>
    <w:rsid w:val="00767821"/>
    <w:rsid w:val="00767ECC"/>
    <w:rsid w:val="00770CE7"/>
    <w:rsid w:val="007713BB"/>
    <w:rsid w:val="007718AF"/>
    <w:rsid w:val="00773D78"/>
    <w:rsid w:val="00777B65"/>
    <w:rsid w:val="0078189C"/>
    <w:rsid w:val="00782661"/>
    <w:rsid w:val="007827F1"/>
    <w:rsid w:val="00782AF3"/>
    <w:rsid w:val="007835FE"/>
    <w:rsid w:val="00783749"/>
    <w:rsid w:val="0078563D"/>
    <w:rsid w:val="00785DD8"/>
    <w:rsid w:val="007865BE"/>
    <w:rsid w:val="00786924"/>
    <w:rsid w:val="00787B5A"/>
    <w:rsid w:val="00791764"/>
    <w:rsid w:val="007923FA"/>
    <w:rsid w:val="00792B97"/>
    <w:rsid w:val="007931F3"/>
    <w:rsid w:val="00794788"/>
    <w:rsid w:val="00794B7A"/>
    <w:rsid w:val="00795581"/>
    <w:rsid w:val="007A08DB"/>
    <w:rsid w:val="007A0BA1"/>
    <w:rsid w:val="007A0C0D"/>
    <w:rsid w:val="007A2709"/>
    <w:rsid w:val="007A2ADD"/>
    <w:rsid w:val="007A2E41"/>
    <w:rsid w:val="007A2F01"/>
    <w:rsid w:val="007A3177"/>
    <w:rsid w:val="007A4703"/>
    <w:rsid w:val="007A4E49"/>
    <w:rsid w:val="007A5C0A"/>
    <w:rsid w:val="007A6AA8"/>
    <w:rsid w:val="007A6CA8"/>
    <w:rsid w:val="007A7AB8"/>
    <w:rsid w:val="007B02BC"/>
    <w:rsid w:val="007B316F"/>
    <w:rsid w:val="007B3220"/>
    <w:rsid w:val="007B3319"/>
    <w:rsid w:val="007B49B4"/>
    <w:rsid w:val="007B4D5C"/>
    <w:rsid w:val="007B5BCD"/>
    <w:rsid w:val="007B619E"/>
    <w:rsid w:val="007B67DF"/>
    <w:rsid w:val="007B6B43"/>
    <w:rsid w:val="007B6B44"/>
    <w:rsid w:val="007B6D29"/>
    <w:rsid w:val="007B76B6"/>
    <w:rsid w:val="007B773E"/>
    <w:rsid w:val="007C07E7"/>
    <w:rsid w:val="007C22BA"/>
    <w:rsid w:val="007C4409"/>
    <w:rsid w:val="007C44FA"/>
    <w:rsid w:val="007C489B"/>
    <w:rsid w:val="007C54C1"/>
    <w:rsid w:val="007C55DA"/>
    <w:rsid w:val="007C5D88"/>
    <w:rsid w:val="007C75D2"/>
    <w:rsid w:val="007C76F6"/>
    <w:rsid w:val="007D358D"/>
    <w:rsid w:val="007D39D6"/>
    <w:rsid w:val="007D4655"/>
    <w:rsid w:val="007D4AB5"/>
    <w:rsid w:val="007D52DD"/>
    <w:rsid w:val="007D55F3"/>
    <w:rsid w:val="007D6861"/>
    <w:rsid w:val="007D6B19"/>
    <w:rsid w:val="007E3FED"/>
    <w:rsid w:val="007E4526"/>
    <w:rsid w:val="007E5BE9"/>
    <w:rsid w:val="007E61B8"/>
    <w:rsid w:val="007F0CA6"/>
    <w:rsid w:val="007F0D60"/>
    <w:rsid w:val="007F2DAA"/>
    <w:rsid w:val="007F33FF"/>
    <w:rsid w:val="007F37EB"/>
    <w:rsid w:val="007F3CD0"/>
    <w:rsid w:val="007F4102"/>
    <w:rsid w:val="007F5373"/>
    <w:rsid w:val="007F5506"/>
    <w:rsid w:val="008007E3"/>
    <w:rsid w:val="008015B7"/>
    <w:rsid w:val="0080222C"/>
    <w:rsid w:val="0080344C"/>
    <w:rsid w:val="008054A7"/>
    <w:rsid w:val="00806126"/>
    <w:rsid w:val="00806E85"/>
    <w:rsid w:val="00807FE6"/>
    <w:rsid w:val="00810079"/>
    <w:rsid w:val="00810F40"/>
    <w:rsid w:val="00811259"/>
    <w:rsid w:val="0081194B"/>
    <w:rsid w:val="00811DAA"/>
    <w:rsid w:val="00811DFA"/>
    <w:rsid w:val="00815D49"/>
    <w:rsid w:val="00816019"/>
    <w:rsid w:val="00816C5C"/>
    <w:rsid w:val="008171CA"/>
    <w:rsid w:val="00817396"/>
    <w:rsid w:val="00820FFB"/>
    <w:rsid w:val="008239E4"/>
    <w:rsid w:val="00823B62"/>
    <w:rsid w:val="0082420D"/>
    <w:rsid w:val="00825141"/>
    <w:rsid w:val="008252B7"/>
    <w:rsid w:val="00826139"/>
    <w:rsid w:val="0082730E"/>
    <w:rsid w:val="00827F5B"/>
    <w:rsid w:val="00830485"/>
    <w:rsid w:val="0083079E"/>
    <w:rsid w:val="00831115"/>
    <w:rsid w:val="00831C10"/>
    <w:rsid w:val="0083360C"/>
    <w:rsid w:val="00833630"/>
    <w:rsid w:val="00833EAD"/>
    <w:rsid w:val="00833ED0"/>
    <w:rsid w:val="008372FD"/>
    <w:rsid w:val="008405D7"/>
    <w:rsid w:val="0084074B"/>
    <w:rsid w:val="008413A6"/>
    <w:rsid w:val="00844060"/>
    <w:rsid w:val="008443B0"/>
    <w:rsid w:val="00844DEA"/>
    <w:rsid w:val="00845D1A"/>
    <w:rsid w:val="008466BF"/>
    <w:rsid w:val="00847B64"/>
    <w:rsid w:val="008501B4"/>
    <w:rsid w:val="0085128B"/>
    <w:rsid w:val="00851C3C"/>
    <w:rsid w:val="0085251F"/>
    <w:rsid w:val="00852C6E"/>
    <w:rsid w:val="008533BE"/>
    <w:rsid w:val="00853994"/>
    <w:rsid w:val="00853E48"/>
    <w:rsid w:val="00853F26"/>
    <w:rsid w:val="00854224"/>
    <w:rsid w:val="00854ECD"/>
    <w:rsid w:val="00855300"/>
    <w:rsid w:val="008557F3"/>
    <w:rsid w:val="0085638C"/>
    <w:rsid w:val="008565F8"/>
    <w:rsid w:val="00856EFE"/>
    <w:rsid w:val="00860C85"/>
    <w:rsid w:val="00861246"/>
    <w:rsid w:val="00861DCB"/>
    <w:rsid w:val="0086391C"/>
    <w:rsid w:val="00867638"/>
    <w:rsid w:val="00867782"/>
    <w:rsid w:val="00867794"/>
    <w:rsid w:val="00867CB9"/>
    <w:rsid w:val="00870C31"/>
    <w:rsid w:val="00873627"/>
    <w:rsid w:val="00874713"/>
    <w:rsid w:val="00874A23"/>
    <w:rsid w:val="00874B7D"/>
    <w:rsid w:val="00874ED6"/>
    <w:rsid w:val="008762D3"/>
    <w:rsid w:val="008824FB"/>
    <w:rsid w:val="00882A16"/>
    <w:rsid w:val="008831C0"/>
    <w:rsid w:val="008858BD"/>
    <w:rsid w:val="00885E22"/>
    <w:rsid w:val="0088721E"/>
    <w:rsid w:val="008872C5"/>
    <w:rsid w:val="00887E5E"/>
    <w:rsid w:val="00892100"/>
    <w:rsid w:val="008924BA"/>
    <w:rsid w:val="00892659"/>
    <w:rsid w:val="008935FA"/>
    <w:rsid w:val="00893D39"/>
    <w:rsid w:val="00894438"/>
    <w:rsid w:val="0089552F"/>
    <w:rsid w:val="008A0CD4"/>
    <w:rsid w:val="008A4BDE"/>
    <w:rsid w:val="008A56C9"/>
    <w:rsid w:val="008A5EC6"/>
    <w:rsid w:val="008A7EF8"/>
    <w:rsid w:val="008B0020"/>
    <w:rsid w:val="008B0088"/>
    <w:rsid w:val="008B1CE9"/>
    <w:rsid w:val="008B2274"/>
    <w:rsid w:val="008B24A0"/>
    <w:rsid w:val="008B27CD"/>
    <w:rsid w:val="008B2C9F"/>
    <w:rsid w:val="008B3EFA"/>
    <w:rsid w:val="008B4478"/>
    <w:rsid w:val="008B47B1"/>
    <w:rsid w:val="008B659A"/>
    <w:rsid w:val="008B7555"/>
    <w:rsid w:val="008C033D"/>
    <w:rsid w:val="008C17AB"/>
    <w:rsid w:val="008C1AD1"/>
    <w:rsid w:val="008C23B8"/>
    <w:rsid w:val="008C2928"/>
    <w:rsid w:val="008C395B"/>
    <w:rsid w:val="008C54CE"/>
    <w:rsid w:val="008C56FA"/>
    <w:rsid w:val="008C5F26"/>
    <w:rsid w:val="008C65E1"/>
    <w:rsid w:val="008C6E84"/>
    <w:rsid w:val="008D0D51"/>
    <w:rsid w:val="008D1278"/>
    <w:rsid w:val="008D2060"/>
    <w:rsid w:val="008D2730"/>
    <w:rsid w:val="008D36E1"/>
    <w:rsid w:val="008D3E9F"/>
    <w:rsid w:val="008D4882"/>
    <w:rsid w:val="008D6FBE"/>
    <w:rsid w:val="008D70F4"/>
    <w:rsid w:val="008D7477"/>
    <w:rsid w:val="008D75BF"/>
    <w:rsid w:val="008E1B89"/>
    <w:rsid w:val="008E1C1C"/>
    <w:rsid w:val="008E5C33"/>
    <w:rsid w:val="008E612E"/>
    <w:rsid w:val="008E78D9"/>
    <w:rsid w:val="008E7E97"/>
    <w:rsid w:val="008F276F"/>
    <w:rsid w:val="008F2AF3"/>
    <w:rsid w:val="008F365E"/>
    <w:rsid w:val="008F3D17"/>
    <w:rsid w:val="008F50B9"/>
    <w:rsid w:val="008F5B20"/>
    <w:rsid w:val="008F607B"/>
    <w:rsid w:val="008F7670"/>
    <w:rsid w:val="00901444"/>
    <w:rsid w:val="00906BCA"/>
    <w:rsid w:val="00906DEB"/>
    <w:rsid w:val="00910EFF"/>
    <w:rsid w:val="00911FD7"/>
    <w:rsid w:val="009130CF"/>
    <w:rsid w:val="00913F61"/>
    <w:rsid w:val="009145A9"/>
    <w:rsid w:val="00915472"/>
    <w:rsid w:val="00915B5A"/>
    <w:rsid w:val="00915C04"/>
    <w:rsid w:val="009168E2"/>
    <w:rsid w:val="00916ED1"/>
    <w:rsid w:val="009200E2"/>
    <w:rsid w:val="009214D3"/>
    <w:rsid w:val="00921C17"/>
    <w:rsid w:val="00921D3E"/>
    <w:rsid w:val="00921FFF"/>
    <w:rsid w:val="009220AF"/>
    <w:rsid w:val="009237AD"/>
    <w:rsid w:val="0092487E"/>
    <w:rsid w:val="0092503E"/>
    <w:rsid w:val="009254E1"/>
    <w:rsid w:val="00926291"/>
    <w:rsid w:val="0092677E"/>
    <w:rsid w:val="00927916"/>
    <w:rsid w:val="00927E73"/>
    <w:rsid w:val="00927F8D"/>
    <w:rsid w:val="00930761"/>
    <w:rsid w:val="00930E33"/>
    <w:rsid w:val="00931A61"/>
    <w:rsid w:val="0093219D"/>
    <w:rsid w:val="00937F29"/>
    <w:rsid w:val="00942385"/>
    <w:rsid w:val="009424FD"/>
    <w:rsid w:val="00942CD2"/>
    <w:rsid w:val="00942FEF"/>
    <w:rsid w:val="009459B3"/>
    <w:rsid w:val="00945FDE"/>
    <w:rsid w:val="0095033D"/>
    <w:rsid w:val="00950A8E"/>
    <w:rsid w:val="00951684"/>
    <w:rsid w:val="009521F2"/>
    <w:rsid w:val="00952C40"/>
    <w:rsid w:val="0095428C"/>
    <w:rsid w:val="00954F92"/>
    <w:rsid w:val="00955995"/>
    <w:rsid w:val="00955CDC"/>
    <w:rsid w:val="00956E6F"/>
    <w:rsid w:val="00956FD5"/>
    <w:rsid w:val="00957835"/>
    <w:rsid w:val="0096084D"/>
    <w:rsid w:val="009608C7"/>
    <w:rsid w:val="00961C17"/>
    <w:rsid w:val="0096340A"/>
    <w:rsid w:val="00965AC0"/>
    <w:rsid w:val="009662AC"/>
    <w:rsid w:val="00966457"/>
    <w:rsid w:val="0097038A"/>
    <w:rsid w:val="00970E0F"/>
    <w:rsid w:val="009715CA"/>
    <w:rsid w:val="00974F38"/>
    <w:rsid w:val="00975952"/>
    <w:rsid w:val="00975A2E"/>
    <w:rsid w:val="0097683D"/>
    <w:rsid w:val="00977249"/>
    <w:rsid w:val="00977A32"/>
    <w:rsid w:val="00980683"/>
    <w:rsid w:val="00980EDB"/>
    <w:rsid w:val="009826E9"/>
    <w:rsid w:val="009834B0"/>
    <w:rsid w:val="00985942"/>
    <w:rsid w:val="00985F58"/>
    <w:rsid w:val="00986459"/>
    <w:rsid w:val="00986F88"/>
    <w:rsid w:val="00987B9C"/>
    <w:rsid w:val="00987D10"/>
    <w:rsid w:val="00990B9D"/>
    <w:rsid w:val="00991ED6"/>
    <w:rsid w:val="009929F1"/>
    <w:rsid w:val="00993148"/>
    <w:rsid w:val="0099417E"/>
    <w:rsid w:val="00994AB1"/>
    <w:rsid w:val="00994CBB"/>
    <w:rsid w:val="00994E05"/>
    <w:rsid w:val="00995F71"/>
    <w:rsid w:val="00997936"/>
    <w:rsid w:val="009A2EB5"/>
    <w:rsid w:val="009A394C"/>
    <w:rsid w:val="009A3EA3"/>
    <w:rsid w:val="009A4512"/>
    <w:rsid w:val="009A532D"/>
    <w:rsid w:val="009A76F2"/>
    <w:rsid w:val="009B029A"/>
    <w:rsid w:val="009B1C6D"/>
    <w:rsid w:val="009B3D20"/>
    <w:rsid w:val="009B5687"/>
    <w:rsid w:val="009B6024"/>
    <w:rsid w:val="009B64FB"/>
    <w:rsid w:val="009C0CC4"/>
    <w:rsid w:val="009C19E5"/>
    <w:rsid w:val="009C3C4E"/>
    <w:rsid w:val="009C4EFD"/>
    <w:rsid w:val="009C6E2E"/>
    <w:rsid w:val="009C78E6"/>
    <w:rsid w:val="009C7A1E"/>
    <w:rsid w:val="009D1E2D"/>
    <w:rsid w:val="009D241D"/>
    <w:rsid w:val="009D2430"/>
    <w:rsid w:val="009D4264"/>
    <w:rsid w:val="009D5740"/>
    <w:rsid w:val="009D629F"/>
    <w:rsid w:val="009D6F86"/>
    <w:rsid w:val="009E04E6"/>
    <w:rsid w:val="009E2650"/>
    <w:rsid w:val="009E4EBA"/>
    <w:rsid w:val="009E5DD8"/>
    <w:rsid w:val="009E648F"/>
    <w:rsid w:val="009E6932"/>
    <w:rsid w:val="009E6BFB"/>
    <w:rsid w:val="009E6C20"/>
    <w:rsid w:val="009F04D9"/>
    <w:rsid w:val="009F3661"/>
    <w:rsid w:val="009F46CD"/>
    <w:rsid w:val="009F4893"/>
    <w:rsid w:val="009F4E2C"/>
    <w:rsid w:val="009F679A"/>
    <w:rsid w:val="009F7D54"/>
    <w:rsid w:val="009F7DC1"/>
    <w:rsid w:val="00A00B1B"/>
    <w:rsid w:val="00A01783"/>
    <w:rsid w:val="00A02A57"/>
    <w:rsid w:val="00A02CE6"/>
    <w:rsid w:val="00A03C07"/>
    <w:rsid w:val="00A10DC2"/>
    <w:rsid w:val="00A11086"/>
    <w:rsid w:val="00A12AB8"/>
    <w:rsid w:val="00A12E3D"/>
    <w:rsid w:val="00A12F63"/>
    <w:rsid w:val="00A15750"/>
    <w:rsid w:val="00A157C4"/>
    <w:rsid w:val="00A1589C"/>
    <w:rsid w:val="00A15FE0"/>
    <w:rsid w:val="00A17068"/>
    <w:rsid w:val="00A204F9"/>
    <w:rsid w:val="00A20780"/>
    <w:rsid w:val="00A21CF6"/>
    <w:rsid w:val="00A21D3E"/>
    <w:rsid w:val="00A256A5"/>
    <w:rsid w:val="00A32C0C"/>
    <w:rsid w:val="00A33464"/>
    <w:rsid w:val="00A338E1"/>
    <w:rsid w:val="00A3390D"/>
    <w:rsid w:val="00A33EAF"/>
    <w:rsid w:val="00A358F3"/>
    <w:rsid w:val="00A419D7"/>
    <w:rsid w:val="00A4321F"/>
    <w:rsid w:val="00A4509A"/>
    <w:rsid w:val="00A4594D"/>
    <w:rsid w:val="00A459A3"/>
    <w:rsid w:val="00A459E6"/>
    <w:rsid w:val="00A45CA7"/>
    <w:rsid w:val="00A45CBA"/>
    <w:rsid w:val="00A46CE3"/>
    <w:rsid w:val="00A46D45"/>
    <w:rsid w:val="00A47CB1"/>
    <w:rsid w:val="00A50271"/>
    <w:rsid w:val="00A51596"/>
    <w:rsid w:val="00A5286E"/>
    <w:rsid w:val="00A541AB"/>
    <w:rsid w:val="00A54524"/>
    <w:rsid w:val="00A55E95"/>
    <w:rsid w:val="00A617A2"/>
    <w:rsid w:val="00A6282B"/>
    <w:rsid w:val="00A62DCB"/>
    <w:rsid w:val="00A63B20"/>
    <w:rsid w:val="00A642A4"/>
    <w:rsid w:val="00A66AA9"/>
    <w:rsid w:val="00A71056"/>
    <w:rsid w:val="00A74C72"/>
    <w:rsid w:val="00A755FA"/>
    <w:rsid w:val="00A758F0"/>
    <w:rsid w:val="00A76CAB"/>
    <w:rsid w:val="00A77313"/>
    <w:rsid w:val="00A8025A"/>
    <w:rsid w:val="00A84A32"/>
    <w:rsid w:val="00A901BB"/>
    <w:rsid w:val="00A910AE"/>
    <w:rsid w:val="00A91699"/>
    <w:rsid w:val="00A939BE"/>
    <w:rsid w:val="00A9404D"/>
    <w:rsid w:val="00A94888"/>
    <w:rsid w:val="00A95A30"/>
    <w:rsid w:val="00AA0EB3"/>
    <w:rsid w:val="00AA1A62"/>
    <w:rsid w:val="00AA23F1"/>
    <w:rsid w:val="00AA38F4"/>
    <w:rsid w:val="00AA4A71"/>
    <w:rsid w:val="00AA5DB7"/>
    <w:rsid w:val="00AB0BC4"/>
    <w:rsid w:val="00AB1557"/>
    <w:rsid w:val="00AB2B4B"/>
    <w:rsid w:val="00AB696E"/>
    <w:rsid w:val="00AB7863"/>
    <w:rsid w:val="00AB7E98"/>
    <w:rsid w:val="00AC0E99"/>
    <w:rsid w:val="00AC26BB"/>
    <w:rsid w:val="00AC4AFD"/>
    <w:rsid w:val="00AC4DFC"/>
    <w:rsid w:val="00AC5AF3"/>
    <w:rsid w:val="00AC5E35"/>
    <w:rsid w:val="00AC7C2A"/>
    <w:rsid w:val="00AD04CD"/>
    <w:rsid w:val="00AD0AB6"/>
    <w:rsid w:val="00AD20FD"/>
    <w:rsid w:val="00AD2EF5"/>
    <w:rsid w:val="00AD60C4"/>
    <w:rsid w:val="00AD6F10"/>
    <w:rsid w:val="00AD7063"/>
    <w:rsid w:val="00AD7532"/>
    <w:rsid w:val="00AE110C"/>
    <w:rsid w:val="00AE1F02"/>
    <w:rsid w:val="00AE29ED"/>
    <w:rsid w:val="00AE301B"/>
    <w:rsid w:val="00AE38CC"/>
    <w:rsid w:val="00AE40C6"/>
    <w:rsid w:val="00AE49F8"/>
    <w:rsid w:val="00AE500D"/>
    <w:rsid w:val="00AE59CF"/>
    <w:rsid w:val="00AE6041"/>
    <w:rsid w:val="00AE6F15"/>
    <w:rsid w:val="00AE73E6"/>
    <w:rsid w:val="00AF176B"/>
    <w:rsid w:val="00AF2C28"/>
    <w:rsid w:val="00AF3DDD"/>
    <w:rsid w:val="00AF537D"/>
    <w:rsid w:val="00AF5F0D"/>
    <w:rsid w:val="00AF6EF6"/>
    <w:rsid w:val="00B00BE6"/>
    <w:rsid w:val="00B0243E"/>
    <w:rsid w:val="00B05B96"/>
    <w:rsid w:val="00B05ECA"/>
    <w:rsid w:val="00B074AD"/>
    <w:rsid w:val="00B1029E"/>
    <w:rsid w:val="00B107DB"/>
    <w:rsid w:val="00B10DB1"/>
    <w:rsid w:val="00B10F20"/>
    <w:rsid w:val="00B12AC1"/>
    <w:rsid w:val="00B13498"/>
    <w:rsid w:val="00B13651"/>
    <w:rsid w:val="00B13DE7"/>
    <w:rsid w:val="00B15163"/>
    <w:rsid w:val="00B1526F"/>
    <w:rsid w:val="00B15BA4"/>
    <w:rsid w:val="00B16BA9"/>
    <w:rsid w:val="00B172F2"/>
    <w:rsid w:val="00B2201D"/>
    <w:rsid w:val="00B22EF3"/>
    <w:rsid w:val="00B234F2"/>
    <w:rsid w:val="00B256FE"/>
    <w:rsid w:val="00B26097"/>
    <w:rsid w:val="00B27156"/>
    <w:rsid w:val="00B310E7"/>
    <w:rsid w:val="00B31178"/>
    <w:rsid w:val="00B316F2"/>
    <w:rsid w:val="00B33191"/>
    <w:rsid w:val="00B34A74"/>
    <w:rsid w:val="00B37987"/>
    <w:rsid w:val="00B40D08"/>
    <w:rsid w:val="00B40EA8"/>
    <w:rsid w:val="00B4110A"/>
    <w:rsid w:val="00B4235F"/>
    <w:rsid w:val="00B43632"/>
    <w:rsid w:val="00B44772"/>
    <w:rsid w:val="00B450A6"/>
    <w:rsid w:val="00B46792"/>
    <w:rsid w:val="00B46950"/>
    <w:rsid w:val="00B47A4D"/>
    <w:rsid w:val="00B47A79"/>
    <w:rsid w:val="00B47E12"/>
    <w:rsid w:val="00B47FAD"/>
    <w:rsid w:val="00B51343"/>
    <w:rsid w:val="00B52BB0"/>
    <w:rsid w:val="00B54AD4"/>
    <w:rsid w:val="00B57BC6"/>
    <w:rsid w:val="00B64055"/>
    <w:rsid w:val="00B6439F"/>
    <w:rsid w:val="00B64A04"/>
    <w:rsid w:val="00B6506A"/>
    <w:rsid w:val="00B65622"/>
    <w:rsid w:val="00B65CE7"/>
    <w:rsid w:val="00B66477"/>
    <w:rsid w:val="00B6671A"/>
    <w:rsid w:val="00B668F0"/>
    <w:rsid w:val="00B725D1"/>
    <w:rsid w:val="00B72947"/>
    <w:rsid w:val="00B75C91"/>
    <w:rsid w:val="00B7689A"/>
    <w:rsid w:val="00B777D6"/>
    <w:rsid w:val="00B80076"/>
    <w:rsid w:val="00B816FB"/>
    <w:rsid w:val="00B81817"/>
    <w:rsid w:val="00B8238D"/>
    <w:rsid w:val="00B83ECF"/>
    <w:rsid w:val="00B84D5A"/>
    <w:rsid w:val="00B84D86"/>
    <w:rsid w:val="00B85490"/>
    <w:rsid w:val="00B91423"/>
    <w:rsid w:val="00B922E6"/>
    <w:rsid w:val="00B95737"/>
    <w:rsid w:val="00B95C8A"/>
    <w:rsid w:val="00B960E7"/>
    <w:rsid w:val="00B967D1"/>
    <w:rsid w:val="00B96A31"/>
    <w:rsid w:val="00B97074"/>
    <w:rsid w:val="00B971CF"/>
    <w:rsid w:val="00B97DBD"/>
    <w:rsid w:val="00B97FE2"/>
    <w:rsid w:val="00BA0526"/>
    <w:rsid w:val="00BA10DA"/>
    <w:rsid w:val="00BA2178"/>
    <w:rsid w:val="00BA21AB"/>
    <w:rsid w:val="00BA23E2"/>
    <w:rsid w:val="00BA2EC0"/>
    <w:rsid w:val="00BA3EEC"/>
    <w:rsid w:val="00BA463B"/>
    <w:rsid w:val="00BA49A7"/>
    <w:rsid w:val="00BA5085"/>
    <w:rsid w:val="00BA57C1"/>
    <w:rsid w:val="00BA6A7D"/>
    <w:rsid w:val="00BA6BBE"/>
    <w:rsid w:val="00BA6E83"/>
    <w:rsid w:val="00BA77AC"/>
    <w:rsid w:val="00BA7B1D"/>
    <w:rsid w:val="00BB1A1C"/>
    <w:rsid w:val="00BB258B"/>
    <w:rsid w:val="00BB365F"/>
    <w:rsid w:val="00BB5A4E"/>
    <w:rsid w:val="00BB7024"/>
    <w:rsid w:val="00BB74AB"/>
    <w:rsid w:val="00BB74AD"/>
    <w:rsid w:val="00BC02B3"/>
    <w:rsid w:val="00BC052F"/>
    <w:rsid w:val="00BC0FDF"/>
    <w:rsid w:val="00BC1376"/>
    <w:rsid w:val="00BC4D26"/>
    <w:rsid w:val="00BC67D4"/>
    <w:rsid w:val="00BC70CF"/>
    <w:rsid w:val="00BC798A"/>
    <w:rsid w:val="00BD02AE"/>
    <w:rsid w:val="00BD0BDF"/>
    <w:rsid w:val="00BD45D6"/>
    <w:rsid w:val="00BD4630"/>
    <w:rsid w:val="00BD5BB0"/>
    <w:rsid w:val="00BD652C"/>
    <w:rsid w:val="00BD6FC4"/>
    <w:rsid w:val="00BE088E"/>
    <w:rsid w:val="00BE1AE3"/>
    <w:rsid w:val="00BE1BA4"/>
    <w:rsid w:val="00BE1CBD"/>
    <w:rsid w:val="00BE4F39"/>
    <w:rsid w:val="00BE546C"/>
    <w:rsid w:val="00BE5C52"/>
    <w:rsid w:val="00BE6098"/>
    <w:rsid w:val="00BE6D8A"/>
    <w:rsid w:val="00BE6FE9"/>
    <w:rsid w:val="00BF002F"/>
    <w:rsid w:val="00BF08BD"/>
    <w:rsid w:val="00BF4A50"/>
    <w:rsid w:val="00BF4E22"/>
    <w:rsid w:val="00BF7F11"/>
    <w:rsid w:val="00BF7FBD"/>
    <w:rsid w:val="00C01388"/>
    <w:rsid w:val="00C01F29"/>
    <w:rsid w:val="00C02195"/>
    <w:rsid w:val="00C041AA"/>
    <w:rsid w:val="00C04CA8"/>
    <w:rsid w:val="00C07FB2"/>
    <w:rsid w:val="00C10185"/>
    <w:rsid w:val="00C11608"/>
    <w:rsid w:val="00C1263C"/>
    <w:rsid w:val="00C140FB"/>
    <w:rsid w:val="00C14A01"/>
    <w:rsid w:val="00C15B8D"/>
    <w:rsid w:val="00C16D1A"/>
    <w:rsid w:val="00C200C6"/>
    <w:rsid w:val="00C20142"/>
    <w:rsid w:val="00C20206"/>
    <w:rsid w:val="00C20590"/>
    <w:rsid w:val="00C20705"/>
    <w:rsid w:val="00C20D04"/>
    <w:rsid w:val="00C21102"/>
    <w:rsid w:val="00C23D07"/>
    <w:rsid w:val="00C30FF6"/>
    <w:rsid w:val="00C33D3A"/>
    <w:rsid w:val="00C34DC3"/>
    <w:rsid w:val="00C35F73"/>
    <w:rsid w:val="00C374DD"/>
    <w:rsid w:val="00C402A8"/>
    <w:rsid w:val="00C4104A"/>
    <w:rsid w:val="00C419AC"/>
    <w:rsid w:val="00C41F56"/>
    <w:rsid w:val="00C42627"/>
    <w:rsid w:val="00C43C13"/>
    <w:rsid w:val="00C454F8"/>
    <w:rsid w:val="00C459E8"/>
    <w:rsid w:val="00C45A6A"/>
    <w:rsid w:val="00C4603B"/>
    <w:rsid w:val="00C4726E"/>
    <w:rsid w:val="00C5061B"/>
    <w:rsid w:val="00C52736"/>
    <w:rsid w:val="00C531E2"/>
    <w:rsid w:val="00C546E9"/>
    <w:rsid w:val="00C60341"/>
    <w:rsid w:val="00C63207"/>
    <w:rsid w:val="00C6535F"/>
    <w:rsid w:val="00C704B7"/>
    <w:rsid w:val="00C71105"/>
    <w:rsid w:val="00C716EA"/>
    <w:rsid w:val="00C72499"/>
    <w:rsid w:val="00C7335C"/>
    <w:rsid w:val="00C735A1"/>
    <w:rsid w:val="00C74186"/>
    <w:rsid w:val="00C76CB1"/>
    <w:rsid w:val="00C77477"/>
    <w:rsid w:val="00C77504"/>
    <w:rsid w:val="00C82B3C"/>
    <w:rsid w:val="00C82FF3"/>
    <w:rsid w:val="00C8658A"/>
    <w:rsid w:val="00C866FE"/>
    <w:rsid w:val="00C86C7D"/>
    <w:rsid w:val="00C86D60"/>
    <w:rsid w:val="00C90708"/>
    <w:rsid w:val="00C91DC1"/>
    <w:rsid w:val="00C922FD"/>
    <w:rsid w:val="00C92C4B"/>
    <w:rsid w:val="00C92EEB"/>
    <w:rsid w:val="00C9385C"/>
    <w:rsid w:val="00C946EE"/>
    <w:rsid w:val="00C94977"/>
    <w:rsid w:val="00C94A00"/>
    <w:rsid w:val="00C95A3D"/>
    <w:rsid w:val="00C95EB7"/>
    <w:rsid w:val="00C96B93"/>
    <w:rsid w:val="00C96BDF"/>
    <w:rsid w:val="00CA055C"/>
    <w:rsid w:val="00CA1C88"/>
    <w:rsid w:val="00CA26FD"/>
    <w:rsid w:val="00CA2B64"/>
    <w:rsid w:val="00CA4C08"/>
    <w:rsid w:val="00CA75A0"/>
    <w:rsid w:val="00CA767B"/>
    <w:rsid w:val="00CA76F9"/>
    <w:rsid w:val="00CA7BF3"/>
    <w:rsid w:val="00CB02FA"/>
    <w:rsid w:val="00CB16D1"/>
    <w:rsid w:val="00CB235B"/>
    <w:rsid w:val="00CB2658"/>
    <w:rsid w:val="00CB2839"/>
    <w:rsid w:val="00CB403D"/>
    <w:rsid w:val="00CB43B6"/>
    <w:rsid w:val="00CB490F"/>
    <w:rsid w:val="00CB54F1"/>
    <w:rsid w:val="00CB6F00"/>
    <w:rsid w:val="00CB77C4"/>
    <w:rsid w:val="00CB78AD"/>
    <w:rsid w:val="00CC013E"/>
    <w:rsid w:val="00CC0ABA"/>
    <w:rsid w:val="00CC18B0"/>
    <w:rsid w:val="00CC1A72"/>
    <w:rsid w:val="00CC1CFE"/>
    <w:rsid w:val="00CC20D1"/>
    <w:rsid w:val="00CC3264"/>
    <w:rsid w:val="00CC34C7"/>
    <w:rsid w:val="00CC4D96"/>
    <w:rsid w:val="00CC58CA"/>
    <w:rsid w:val="00CC7AC3"/>
    <w:rsid w:val="00CD0493"/>
    <w:rsid w:val="00CD0B18"/>
    <w:rsid w:val="00CD0E3C"/>
    <w:rsid w:val="00CD0E98"/>
    <w:rsid w:val="00CD1982"/>
    <w:rsid w:val="00CD1FDF"/>
    <w:rsid w:val="00CD299D"/>
    <w:rsid w:val="00CD4589"/>
    <w:rsid w:val="00CD4AAD"/>
    <w:rsid w:val="00CE064A"/>
    <w:rsid w:val="00CE095C"/>
    <w:rsid w:val="00CE22D9"/>
    <w:rsid w:val="00CE27B9"/>
    <w:rsid w:val="00CE3305"/>
    <w:rsid w:val="00CE481C"/>
    <w:rsid w:val="00CE642F"/>
    <w:rsid w:val="00CE6568"/>
    <w:rsid w:val="00CE6B0F"/>
    <w:rsid w:val="00CF0A6D"/>
    <w:rsid w:val="00CF0C09"/>
    <w:rsid w:val="00CF148A"/>
    <w:rsid w:val="00CF28A5"/>
    <w:rsid w:val="00CF3055"/>
    <w:rsid w:val="00CF417B"/>
    <w:rsid w:val="00CF594A"/>
    <w:rsid w:val="00CF5B0B"/>
    <w:rsid w:val="00CF5B40"/>
    <w:rsid w:val="00CF6485"/>
    <w:rsid w:val="00CF72ED"/>
    <w:rsid w:val="00CF7518"/>
    <w:rsid w:val="00CF7998"/>
    <w:rsid w:val="00D00CA8"/>
    <w:rsid w:val="00D02A1C"/>
    <w:rsid w:val="00D030FB"/>
    <w:rsid w:val="00D03F98"/>
    <w:rsid w:val="00D043E0"/>
    <w:rsid w:val="00D04B68"/>
    <w:rsid w:val="00D04E6A"/>
    <w:rsid w:val="00D07165"/>
    <w:rsid w:val="00D108D3"/>
    <w:rsid w:val="00D10FD5"/>
    <w:rsid w:val="00D11A51"/>
    <w:rsid w:val="00D11B93"/>
    <w:rsid w:val="00D11D35"/>
    <w:rsid w:val="00D14C97"/>
    <w:rsid w:val="00D14DE1"/>
    <w:rsid w:val="00D159EE"/>
    <w:rsid w:val="00D17800"/>
    <w:rsid w:val="00D17F5F"/>
    <w:rsid w:val="00D229AE"/>
    <w:rsid w:val="00D22A17"/>
    <w:rsid w:val="00D233D6"/>
    <w:rsid w:val="00D233E7"/>
    <w:rsid w:val="00D24143"/>
    <w:rsid w:val="00D24457"/>
    <w:rsid w:val="00D2500E"/>
    <w:rsid w:val="00D26411"/>
    <w:rsid w:val="00D3102C"/>
    <w:rsid w:val="00D35EE6"/>
    <w:rsid w:val="00D3694A"/>
    <w:rsid w:val="00D40C74"/>
    <w:rsid w:val="00D424D5"/>
    <w:rsid w:val="00D4371F"/>
    <w:rsid w:val="00D445D3"/>
    <w:rsid w:val="00D4499D"/>
    <w:rsid w:val="00D44E2B"/>
    <w:rsid w:val="00D45563"/>
    <w:rsid w:val="00D45960"/>
    <w:rsid w:val="00D45B36"/>
    <w:rsid w:val="00D46614"/>
    <w:rsid w:val="00D4792F"/>
    <w:rsid w:val="00D47CF4"/>
    <w:rsid w:val="00D50200"/>
    <w:rsid w:val="00D538F7"/>
    <w:rsid w:val="00D53C69"/>
    <w:rsid w:val="00D5422A"/>
    <w:rsid w:val="00D554D9"/>
    <w:rsid w:val="00D554FE"/>
    <w:rsid w:val="00D555D3"/>
    <w:rsid w:val="00D555EE"/>
    <w:rsid w:val="00D55C5E"/>
    <w:rsid w:val="00D5681A"/>
    <w:rsid w:val="00D60940"/>
    <w:rsid w:val="00D60ACC"/>
    <w:rsid w:val="00D61FAB"/>
    <w:rsid w:val="00D63A75"/>
    <w:rsid w:val="00D657EC"/>
    <w:rsid w:val="00D66EBC"/>
    <w:rsid w:val="00D670F3"/>
    <w:rsid w:val="00D676F1"/>
    <w:rsid w:val="00D67DD8"/>
    <w:rsid w:val="00D70254"/>
    <w:rsid w:val="00D70FC9"/>
    <w:rsid w:val="00D71926"/>
    <w:rsid w:val="00D726C1"/>
    <w:rsid w:val="00D72B69"/>
    <w:rsid w:val="00D7301C"/>
    <w:rsid w:val="00D73968"/>
    <w:rsid w:val="00D76612"/>
    <w:rsid w:val="00D80963"/>
    <w:rsid w:val="00D81400"/>
    <w:rsid w:val="00D81A5B"/>
    <w:rsid w:val="00D833FA"/>
    <w:rsid w:val="00D84018"/>
    <w:rsid w:val="00D8441D"/>
    <w:rsid w:val="00D849EE"/>
    <w:rsid w:val="00D85D4A"/>
    <w:rsid w:val="00D85ED3"/>
    <w:rsid w:val="00D861A5"/>
    <w:rsid w:val="00D86599"/>
    <w:rsid w:val="00D86B80"/>
    <w:rsid w:val="00D87966"/>
    <w:rsid w:val="00D92000"/>
    <w:rsid w:val="00D923D7"/>
    <w:rsid w:val="00D932EB"/>
    <w:rsid w:val="00D9392A"/>
    <w:rsid w:val="00D94143"/>
    <w:rsid w:val="00D96DBD"/>
    <w:rsid w:val="00D977AE"/>
    <w:rsid w:val="00DA0529"/>
    <w:rsid w:val="00DA0577"/>
    <w:rsid w:val="00DA1200"/>
    <w:rsid w:val="00DA14AE"/>
    <w:rsid w:val="00DA23C9"/>
    <w:rsid w:val="00DA320F"/>
    <w:rsid w:val="00DA60EB"/>
    <w:rsid w:val="00DA69C7"/>
    <w:rsid w:val="00DA7EA1"/>
    <w:rsid w:val="00DB08B1"/>
    <w:rsid w:val="00DB14B3"/>
    <w:rsid w:val="00DB19AD"/>
    <w:rsid w:val="00DB2C37"/>
    <w:rsid w:val="00DB47B0"/>
    <w:rsid w:val="00DB4E1D"/>
    <w:rsid w:val="00DB5A16"/>
    <w:rsid w:val="00DB71BE"/>
    <w:rsid w:val="00DC0B67"/>
    <w:rsid w:val="00DC228D"/>
    <w:rsid w:val="00DC24E6"/>
    <w:rsid w:val="00DC2B9D"/>
    <w:rsid w:val="00DC2DA3"/>
    <w:rsid w:val="00DC3CD8"/>
    <w:rsid w:val="00DC413E"/>
    <w:rsid w:val="00DC5D98"/>
    <w:rsid w:val="00DD0C88"/>
    <w:rsid w:val="00DD19D1"/>
    <w:rsid w:val="00DD28E8"/>
    <w:rsid w:val="00DD3520"/>
    <w:rsid w:val="00DD4604"/>
    <w:rsid w:val="00DD4797"/>
    <w:rsid w:val="00DD595E"/>
    <w:rsid w:val="00DD5B67"/>
    <w:rsid w:val="00DD6593"/>
    <w:rsid w:val="00DE0369"/>
    <w:rsid w:val="00DE112A"/>
    <w:rsid w:val="00DE14D4"/>
    <w:rsid w:val="00DE14D9"/>
    <w:rsid w:val="00DE2EF9"/>
    <w:rsid w:val="00DE3077"/>
    <w:rsid w:val="00DE32EE"/>
    <w:rsid w:val="00DE35BF"/>
    <w:rsid w:val="00DE55CC"/>
    <w:rsid w:val="00DE56CD"/>
    <w:rsid w:val="00DE674D"/>
    <w:rsid w:val="00DF0346"/>
    <w:rsid w:val="00DF09AF"/>
    <w:rsid w:val="00DF3C5A"/>
    <w:rsid w:val="00DF4943"/>
    <w:rsid w:val="00DF6ABE"/>
    <w:rsid w:val="00E00458"/>
    <w:rsid w:val="00E02BEA"/>
    <w:rsid w:val="00E04DAE"/>
    <w:rsid w:val="00E074F5"/>
    <w:rsid w:val="00E108CF"/>
    <w:rsid w:val="00E109C4"/>
    <w:rsid w:val="00E1371B"/>
    <w:rsid w:val="00E1393A"/>
    <w:rsid w:val="00E13C04"/>
    <w:rsid w:val="00E1414C"/>
    <w:rsid w:val="00E14A97"/>
    <w:rsid w:val="00E14C07"/>
    <w:rsid w:val="00E150DC"/>
    <w:rsid w:val="00E152CA"/>
    <w:rsid w:val="00E166CF"/>
    <w:rsid w:val="00E202B2"/>
    <w:rsid w:val="00E21CC9"/>
    <w:rsid w:val="00E220DA"/>
    <w:rsid w:val="00E233E6"/>
    <w:rsid w:val="00E250DC"/>
    <w:rsid w:val="00E27C83"/>
    <w:rsid w:val="00E312CA"/>
    <w:rsid w:val="00E31F9D"/>
    <w:rsid w:val="00E332BE"/>
    <w:rsid w:val="00E3384E"/>
    <w:rsid w:val="00E349B2"/>
    <w:rsid w:val="00E3509F"/>
    <w:rsid w:val="00E35D59"/>
    <w:rsid w:val="00E35EE5"/>
    <w:rsid w:val="00E35F93"/>
    <w:rsid w:val="00E361F4"/>
    <w:rsid w:val="00E364E2"/>
    <w:rsid w:val="00E36F85"/>
    <w:rsid w:val="00E4152F"/>
    <w:rsid w:val="00E4156E"/>
    <w:rsid w:val="00E415D6"/>
    <w:rsid w:val="00E41CE1"/>
    <w:rsid w:val="00E41D85"/>
    <w:rsid w:val="00E44259"/>
    <w:rsid w:val="00E44C9B"/>
    <w:rsid w:val="00E451B1"/>
    <w:rsid w:val="00E45519"/>
    <w:rsid w:val="00E457FB"/>
    <w:rsid w:val="00E45D3B"/>
    <w:rsid w:val="00E471D9"/>
    <w:rsid w:val="00E51F19"/>
    <w:rsid w:val="00E520BF"/>
    <w:rsid w:val="00E52107"/>
    <w:rsid w:val="00E52B61"/>
    <w:rsid w:val="00E532FC"/>
    <w:rsid w:val="00E53944"/>
    <w:rsid w:val="00E564A5"/>
    <w:rsid w:val="00E572E7"/>
    <w:rsid w:val="00E5756E"/>
    <w:rsid w:val="00E57588"/>
    <w:rsid w:val="00E57637"/>
    <w:rsid w:val="00E628FB"/>
    <w:rsid w:val="00E643C8"/>
    <w:rsid w:val="00E644D9"/>
    <w:rsid w:val="00E6621B"/>
    <w:rsid w:val="00E707EC"/>
    <w:rsid w:val="00E70DE8"/>
    <w:rsid w:val="00E716A3"/>
    <w:rsid w:val="00E71846"/>
    <w:rsid w:val="00E722CF"/>
    <w:rsid w:val="00E743A3"/>
    <w:rsid w:val="00E74CDC"/>
    <w:rsid w:val="00E76343"/>
    <w:rsid w:val="00E8047C"/>
    <w:rsid w:val="00E806AC"/>
    <w:rsid w:val="00E83032"/>
    <w:rsid w:val="00E83C5B"/>
    <w:rsid w:val="00E83E2B"/>
    <w:rsid w:val="00E859A9"/>
    <w:rsid w:val="00E86336"/>
    <w:rsid w:val="00E86D34"/>
    <w:rsid w:val="00E8731F"/>
    <w:rsid w:val="00E9020F"/>
    <w:rsid w:val="00E924EE"/>
    <w:rsid w:val="00E92B8E"/>
    <w:rsid w:val="00E9383D"/>
    <w:rsid w:val="00E93ADF"/>
    <w:rsid w:val="00E940C6"/>
    <w:rsid w:val="00E95218"/>
    <w:rsid w:val="00E95C2E"/>
    <w:rsid w:val="00E96975"/>
    <w:rsid w:val="00EA0B53"/>
    <w:rsid w:val="00EA0E20"/>
    <w:rsid w:val="00EA14B5"/>
    <w:rsid w:val="00EA1E7B"/>
    <w:rsid w:val="00EA22F2"/>
    <w:rsid w:val="00EA2395"/>
    <w:rsid w:val="00EA2A35"/>
    <w:rsid w:val="00EA2B7D"/>
    <w:rsid w:val="00EA400D"/>
    <w:rsid w:val="00EA4776"/>
    <w:rsid w:val="00EA4FF1"/>
    <w:rsid w:val="00EA6E2B"/>
    <w:rsid w:val="00EA781A"/>
    <w:rsid w:val="00EB0AB8"/>
    <w:rsid w:val="00EB16D1"/>
    <w:rsid w:val="00EB172B"/>
    <w:rsid w:val="00EB2F99"/>
    <w:rsid w:val="00EB54B7"/>
    <w:rsid w:val="00EB6999"/>
    <w:rsid w:val="00EB6E1C"/>
    <w:rsid w:val="00EC130E"/>
    <w:rsid w:val="00EC3D60"/>
    <w:rsid w:val="00EC4822"/>
    <w:rsid w:val="00EC4B4F"/>
    <w:rsid w:val="00EC6847"/>
    <w:rsid w:val="00EC70DB"/>
    <w:rsid w:val="00ED0819"/>
    <w:rsid w:val="00ED1179"/>
    <w:rsid w:val="00ED1BFB"/>
    <w:rsid w:val="00ED1CAC"/>
    <w:rsid w:val="00ED1EEA"/>
    <w:rsid w:val="00ED2161"/>
    <w:rsid w:val="00ED2E22"/>
    <w:rsid w:val="00ED3130"/>
    <w:rsid w:val="00ED552F"/>
    <w:rsid w:val="00ED5AE4"/>
    <w:rsid w:val="00ED61B3"/>
    <w:rsid w:val="00ED7F4C"/>
    <w:rsid w:val="00EE01FB"/>
    <w:rsid w:val="00EE1190"/>
    <w:rsid w:val="00EE11BD"/>
    <w:rsid w:val="00EE1208"/>
    <w:rsid w:val="00EE26C4"/>
    <w:rsid w:val="00EE277F"/>
    <w:rsid w:val="00EE2926"/>
    <w:rsid w:val="00EE538A"/>
    <w:rsid w:val="00EE5407"/>
    <w:rsid w:val="00EE55E7"/>
    <w:rsid w:val="00EE5C76"/>
    <w:rsid w:val="00EE606A"/>
    <w:rsid w:val="00EE62FB"/>
    <w:rsid w:val="00EE694D"/>
    <w:rsid w:val="00EE6EE9"/>
    <w:rsid w:val="00EF2815"/>
    <w:rsid w:val="00EF4B30"/>
    <w:rsid w:val="00EF5767"/>
    <w:rsid w:val="00EF70FB"/>
    <w:rsid w:val="00EF74C2"/>
    <w:rsid w:val="00EF75A3"/>
    <w:rsid w:val="00EF7789"/>
    <w:rsid w:val="00F01F8F"/>
    <w:rsid w:val="00F06093"/>
    <w:rsid w:val="00F078EC"/>
    <w:rsid w:val="00F15AB1"/>
    <w:rsid w:val="00F16F20"/>
    <w:rsid w:val="00F21003"/>
    <w:rsid w:val="00F2100A"/>
    <w:rsid w:val="00F21894"/>
    <w:rsid w:val="00F24E64"/>
    <w:rsid w:val="00F257ED"/>
    <w:rsid w:val="00F26876"/>
    <w:rsid w:val="00F26BA3"/>
    <w:rsid w:val="00F307CA"/>
    <w:rsid w:val="00F30D19"/>
    <w:rsid w:val="00F32614"/>
    <w:rsid w:val="00F32A2B"/>
    <w:rsid w:val="00F33610"/>
    <w:rsid w:val="00F33C0C"/>
    <w:rsid w:val="00F40490"/>
    <w:rsid w:val="00F426B0"/>
    <w:rsid w:val="00F428FA"/>
    <w:rsid w:val="00F44F27"/>
    <w:rsid w:val="00F459EA"/>
    <w:rsid w:val="00F45BD8"/>
    <w:rsid w:val="00F468DD"/>
    <w:rsid w:val="00F47B74"/>
    <w:rsid w:val="00F514F2"/>
    <w:rsid w:val="00F519FA"/>
    <w:rsid w:val="00F51A89"/>
    <w:rsid w:val="00F53462"/>
    <w:rsid w:val="00F549D3"/>
    <w:rsid w:val="00F5526E"/>
    <w:rsid w:val="00F55D78"/>
    <w:rsid w:val="00F569C1"/>
    <w:rsid w:val="00F57492"/>
    <w:rsid w:val="00F60A02"/>
    <w:rsid w:val="00F6144E"/>
    <w:rsid w:val="00F62EFE"/>
    <w:rsid w:val="00F633C9"/>
    <w:rsid w:val="00F642F0"/>
    <w:rsid w:val="00F650C6"/>
    <w:rsid w:val="00F659D9"/>
    <w:rsid w:val="00F6761F"/>
    <w:rsid w:val="00F70AFA"/>
    <w:rsid w:val="00F73492"/>
    <w:rsid w:val="00F74CD0"/>
    <w:rsid w:val="00F754C8"/>
    <w:rsid w:val="00F766AF"/>
    <w:rsid w:val="00F768BA"/>
    <w:rsid w:val="00F76F95"/>
    <w:rsid w:val="00F80BC0"/>
    <w:rsid w:val="00F80F8F"/>
    <w:rsid w:val="00F8106B"/>
    <w:rsid w:val="00F811C0"/>
    <w:rsid w:val="00F81269"/>
    <w:rsid w:val="00F82908"/>
    <w:rsid w:val="00F82E81"/>
    <w:rsid w:val="00F83675"/>
    <w:rsid w:val="00F837D2"/>
    <w:rsid w:val="00F838E0"/>
    <w:rsid w:val="00F84330"/>
    <w:rsid w:val="00F87FFC"/>
    <w:rsid w:val="00F90679"/>
    <w:rsid w:val="00F91260"/>
    <w:rsid w:val="00F9149A"/>
    <w:rsid w:val="00F916A9"/>
    <w:rsid w:val="00F94C4A"/>
    <w:rsid w:val="00F95592"/>
    <w:rsid w:val="00F95BE7"/>
    <w:rsid w:val="00F9665A"/>
    <w:rsid w:val="00F9675A"/>
    <w:rsid w:val="00F97527"/>
    <w:rsid w:val="00F97FBF"/>
    <w:rsid w:val="00FA09A6"/>
    <w:rsid w:val="00FA22FF"/>
    <w:rsid w:val="00FA3DCE"/>
    <w:rsid w:val="00FA5D84"/>
    <w:rsid w:val="00FA6430"/>
    <w:rsid w:val="00FA6F3D"/>
    <w:rsid w:val="00FA712A"/>
    <w:rsid w:val="00FA7948"/>
    <w:rsid w:val="00FB0248"/>
    <w:rsid w:val="00FB2D02"/>
    <w:rsid w:val="00FB2E30"/>
    <w:rsid w:val="00FB4BA1"/>
    <w:rsid w:val="00FB4E1F"/>
    <w:rsid w:val="00FB5757"/>
    <w:rsid w:val="00FB652A"/>
    <w:rsid w:val="00FB7091"/>
    <w:rsid w:val="00FB76AF"/>
    <w:rsid w:val="00FC0284"/>
    <w:rsid w:val="00FC0B96"/>
    <w:rsid w:val="00FC0DB0"/>
    <w:rsid w:val="00FC225E"/>
    <w:rsid w:val="00FC2F11"/>
    <w:rsid w:val="00FC372C"/>
    <w:rsid w:val="00FC4043"/>
    <w:rsid w:val="00FC479D"/>
    <w:rsid w:val="00FC6750"/>
    <w:rsid w:val="00FC675C"/>
    <w:rsid w:val="00FC6910"/>
    <w:rsid w:val="00FD0B26"/>
    <w:rsid w:val="00FD17A4"/>
    <w:rsid w:val="00FD26AD"/>
    <w:rsid w:val="00FD28D3"/>
    <w:rsid w:val="00FD4AEF"/>
    <w:rsid w:val="00FD5A0C"/>
    <w:rsid w:val="00FE0F9E"/>
    <w:rsid w:val="00FE19DA"/>
    <w:rsid w:val="00FE30E4"/>
    <w:rsid w:val="00FE3294"/>
    <w:rsid w:val="00FE55DA"/>
    <w:rsid w:val="00FE562F"/>
    <w:rsid w:val="00FE6363"/>
    <w:rsid w:val="00FE7143"/>
    <w:rsid w:val="00FE72C1"/>
    <w:rsid w:val="00FE7EF1"/>
    <w:rsid w:val="00FF2B65"/>
    <w:rsid w:val="00FF4177"/>
    <w:rsid w:val="00FF424E"/>
    <w:rsid w:val="00FF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2AB3ADB"/>
  <w15:docId w15:val="{8D1BD02F-E261-4731-9C04-757FC2C66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4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4E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4E6D"/>
  </w:style>
  <w:style w:type="paragraph" w:styleId="a6">
    <w:name w:val="footer"/>
    <w:basedOn w:val="a"/>
    <w:link w:val="a7"/>
    <w:uiPriority w:val="99"/>
    <w:unhideWhenUsed/>
    <w:rsid w:val="00334E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4E6D"/>
  </w:style>
  <w:style w:type="character" w:styleId="a8">
    <w:name w:val="annotation reference"/>
    <w:basedOn w:val="a0"/>
    <w:uiPriority w:val="99"/>
    <w:semiHidden/>
    <w:unhideWhenUsed/>
    <w:rsid w:val="009F3661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F3661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9F3661"/>
  </w:style>
  <w:style w:type="paragraph" w:styleId="ab">
    <w:name w:val="annotation subject"/>
    <w:basedOn w:val="a9"/>
    <w:next w:val="a9"/>
    <w:link w:val="ac"/>
    <w:uiPriority w:val="99"/>
    <w:semiHidden/>
    <w:unhideWhenUsed/>
    <w:rsid w:val="009F366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9F366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F36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F366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4627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2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169136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2928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094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4722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5933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2813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8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Arial"/>
        <a:ea typeface="メイリオ"/>
        <a:cs typeface=""/>
      </a:majorFont>
      <a:minorFont>
        <a:latin typeface="Arial"/>
        <a:ea typeface="メイリオ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B7325-64C3-49ED-8BDB-6D36BDA9D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yk07</cp:lastModifiedBy>
  <cp:revision>55</cp:revision>
  <cp:lastPrinted>2023-04-28T02:02:00Z</cp:lastPrinted>
  <dcterms:created xsi:type="dcterms:W3CDTF">2021-06-11T04:47:00Z</dcterms:created>
  <dcterms:modified xsi:type="dcterms:W3CDTF">2024-06-18T02:08:00Z</dcterms:modified>
</cp:coreProperties>
</file>